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BEE9E" w14:textId="77777777" w:rsidR="006E5D65" w:rsidRPr="004308B8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4308B8">
        <w:rPr>
          <w:rFonts w:ascii="Times New Roman" w:hAnsi="Times New Roman"/>
          <w:b/>
          <w:bCs/>
          <w:color w:val="EE0000"/>
        </w:rPr>
        <w:t xml:space="preserve">   </w:t>
      </w:r>
      <w:r w:rsidR="00CD6897" w:rsidRPr="004308B8">
        <w:rPr>
          <w:rFonts w:ascii="Times New Roman" w:hAnsi="Times New Roman"/>
          <w:b/>
          <w:bCs/>
          <w:color w:val="EE0000"/>
        </w:rPr>
        <w:tab/>
      </w:r>
      <w:r w:rsidR="00CD6897" w:rsidRPr="004308B8">
        <w:rPr>
          <w:rFonts w:ascii="Times New Roman" w:hAnsi="Times New Roman"/>
          <w:b/>
          <w:bCs/>
          <w:color w:val="EE0000"/>
        </w:rPr>
        <w:tab/>
      </w:r>
      <w:r w:rsidR="00CD6897" w:rsidRPr="004308B8">
        <w:rPr>
          <w:rFonts w:ascii="Times New Roman" w:hAnsi="Times New Roman"/>
          <w:b/>
          <w:bCs/>
          <w:color w:val="EE0000"/>
        </w:rPr>
        <w:tab/>
      </w:r>
      <w:r w:rsidR="00CD6897" w:rsidRPr="004308B8">
        <w:rPr>
          <w:rFonts w:ascii="Times New Roman" w:hAnsi="Times New Roman"/>
          <w:b/>
          <w:bCs/>
          <w:color w:val="EE0000"/>
        </w:rPr>
        <w:tab/>
      </w:r>
      <w:r w:rsidR="00CD6897" w:rsidRPr="004308B8">
        <w:rPr>
          <w:rFonts w:ascii="Times New Roman" w:hAnsi="Times New Roman"/>
          <w:b/>
          <w:bCs/>
          <w:color w:val="EE0000"/>
        </w:rPr>
        <w:tab/>
      </w:r>
      <w:r w:rsidR="00CD6897" w:rsidRPr="004308B8">
        <w:rPr>
          <w:rFonts w:ascii="Times New Roman" w:hAnsi="Times New Roman"/>
          <w:b/>
          <w:bCs/>
          <w:color w:val="EE0000"/>
        </w:rPr>
        <w:tab/>
      </w:r>
      <w:r w:rsidR="00D8678B" w:rsidRPr="004308B8">
        <w:rPr>
          <w:rFonts w:ascii="Corbel" w:hAnsi="Corbel"/>
          <w:bCs/>
          <w:i/>
        </w:rPr>
        <w:t xml:space="preserve">Załącznik nr </w:t>
      </w:r>
      <w:r w:rsidR="006F31E2" w:rsidRPr="004308B8">
        <w:rPr>
          <w:rFonts w:ascii="Corbel" w:hAnsi="Corbel"/>
          <w:bCs/>
          <w:i/>
        </w:rPr>
        <w:t>1.5</w:t>
      </w:r>
      <w:r w:rsidR="00D8678B" w:rsidRPr="004308B8">
        <w:rPr>
          <w:rFonts w:ascii="Corbel" w:hAnsi="Corbel"/>
          <w:bCs/>
          <w:i/>
        </w:rPr>
        <w:t xml:space="preserve"> do Zarządzenia</w:t>
      </w:r>
      <w:r w:rsidR="002A22BF" w:rsidRPr="004308B8">
        <w:rPr>
          <w:rFonts w:ascii="Corbel" w:hAnsi="Corbel"/>
          <w:bCs/>
          <w:i/>
        </w:rPr>
        <w:t xml:space="preserve"> Rektora UR </w:t>
      </w:r>
      <w:r w:rsidR="00CD6897" w:rsidRPr="004308B8">
        <w:rPr>
          <w:rFonts w:ascii="Corbel" w:hAnsi="Corbel"/>
          <w:bCs/>
          <w:i/>
        </w:rPr>
        <w:t xml:space="preserve"> nr </w:t>
      </w:r>
      <w:r w:rsidR="00F17567" w:rsidRPr="004308B8">
        <w:rPr>
          <w:rFonts w:ascii="Corbel" w:hAnsi="Corbel"/>
          <w:bCs/>
          <w:i/>
        </w:rPr>
        <w:t>12/2019</w:t>
      </w:r>
    </w:p>
    <w:p w14:paraId="41BDE0EA" w14:textId="77777777" w:rsidR="0085747A" w:rsidRPr="004308B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308B8">
        <w:rPr>
          <w:rFonts w:ascii="Corbel" w:hAnsi="Corbel"/>
          <w:b/>
          <w:smallCaps/>
          <w:sz w:val="24"/>
          <w:szCs w:val="24"/>
        </w:rPr>
        <w:t>SYLABUS</w:t>
      </w:r>
    </w:p>
    <w:p w14:paraId="76D4E298" w14:textId="77777777" w:rsidR="004308B8" w:rsidRPr="004308B8" w:rsidRDefault="004308B8" w:rsidP="004308B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308B8">
        <w:rPr>
          <w:rFonts w:ascii="Corbel" w:hAnsi="Corbel"/>
          <w:b/>
          <w:smallCaps/>
          <w:sz w:val="24"/>
          <w:szCs w:val="24"/>
        </w:rPr>
        <w:t>dotyczy cyklu kształcenia 2025-2030</w:t>
      </w:r>
    </w:p>
    <w:p w14:paraId="6005DE33" w14:textId="44F20109" w:rsidR="004308B8" w:rsidRPr="004308B8" w:rsidRDefault="004308B8" w:rsidP="004308B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308B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Pr="004308B8">
        <w:rPr>
          <w:rFonts w:ascii="Corbel" w:hAnsi="Corbel"/>
          <w:i/>
          <w:sz w:val="24"/>
          <w:szCs w:val="24"/>
        </w:rPr>
        <w:tab/>
      </w:r>
      <w:r w:rsidRPr="004308B8">
        <w:rPr>
          <w:rFonts w:ascii="Corbel" w:hAnsi="Corbel"/>
          <w:i/>
          <w:sz w:val="20"/>
          <w:szCs w:val="20"/>
        </w:rPr>
        <w:t>(skrajne daty</w:t>
      </w:r>
      <w:r w:rsidRPr="004308B8">
        <w:rPr>
          <w:rFonts w:ascii="Corbel" w:hAnsi="Corbel"/>
          <w:sz w:val="20"/>
          <w:szCs w:val="20"/>
        </w:rPr>
        <w:t>)</w:t>
      </w:r>
    </w:p>
    <w:p w14:paraId="5C2A2377" w14:textId="3987A297" w:rsidR="004308B8" w:rsidRPr="004308B8" w:rsidRDefault="004308B8" w:rsidP="004308B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308B8">
        <w:rPr>
          <w:rFonts w:ascii="Corbel" w:hAnsi="Corbel"/>
          <w:sz w:val="20"/>
          <w:szCs w:val="20"/>
        </w:rPr>
        <w:tab/>
      </w:r>
      <w:r w:rsidRPr="004308B8">
        <w:rPr>
          <w:rFonts w:ascii="Corbel" w:hAnsi="Corbel"/>
          <w:sz w:val="20"/>
          <w:szCs w:val="20"/>
        </w:rPr>
        <w:tab/>
      </w:r>
      <w:r w:rsidRPr="004308B8">
        <w:rPr>
          <w:rFonts w:ascii="Corbel" w:hAnsi="Corbel"/>
          <w:sz w:val="20"/>
          <w:szCs w:val="20"/>
        </w:rPr>
        <w:tab/>
      </w:r>
      <w:r w:rsidRPr="004308B8">
        <w:rPr>
          <w:rFonts w:ascii="Corbel" w:hAnsi="Corbel"/>
          <w:sz w:val="20"/>
          <w:szCs w:val="20"/>
        </w:rPr>
        <w:tab/>
      </w:r>
      <w:r w:rsidRPr="004308B8">
        <w:rPr>
          <w:rFonts w:ascii="Corbel" w:hAnsi="Corbel"/>
          <w:sz w:val="20"/>
          <w:szCs w:val="20"/>
        </w:rPr>
        <w:tab/>
        <w:t>Rok akademicki 202</w:t>
      </w:r>
      <w:r w:rsidR="00471935">
        <w:rPr>
          <w:rFonts w:ascii="Corbel" w:hAnsi="Corbel"/>
          <w:sz w:val="20"/>
          <w:szCs w:val="20"/>
        </w:rPr>
        <w:t>9</w:t>
      </w:r>
      <w:r w:rsidRPr="004308B8">
        <w:rPr>
          <w:rFonts w:ascii="Corbel" w:hAnsi="Corbel"/>
          <w:sz w:val="20"/>
          <w:szCs w:val="20"/>
        </w:rPr>
        <w:t>/20</w:t>
      </w:r>
      <w:r w:rsidR="00471935">
        <w:rPr>
          <w:rFonts w:ascii="Corbel" w:hAnsi="Corbel"/>
          <w:sz w:val="20"/>
          <w:szCs w:val="20"/>
        </w:rPr>
        <w:t>30</w:t>
      </w:r>
    </w:p>
    <w:p w14:paraId="71F59704" w14:textId="77777777" w:rsidR="0085747A" w:rsidRPr="004308B8" w:rsidRDefault="0085747A" w:rsidP="009C54AE">
      <w:pPr>
        <w:spacing w:after="0" w:line="240" w:lineRule="auto"/>
        <w:rPr>
          <w:rFonts w:ascii="Corbel" w:hAnsi="Corbel"/>
          <w:color w:val="EE0000"/>
          <w:sz w:val="24"/>
          <w:szCs w:val="24"/>
        </w:rPr>
      </w:pPr>
    </w:p>
    <w:p w14:paraId="75AF67D7" w14:textId="77777777" w:rsidR="0085747A" w:rsidRPr="004308B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08B8">
        <w:rPr>
          <w:rFonts w:ascii="Corbel" w:hAnsi="Corbel"/>
          <w:szCs w:val="24"/>
        </w:rPr>
        <w:t xml:space="preserve">1. </w:t>
      </w:r>
      <w:r w:rsidR="0085747A" w:rsidRPr="004308B8">
        <w:rPr>
          <w:rFonts w:ascii="Corbel" w:hAnsi="Corbel"/>
          <w:szCs w:val="24"/>
        </w:rPr>
        <w:t xml:space="preserve">Podstawowe </w:t>
      </w:r>
      <w:r w:rsidR="00445970" w:rsidRPr="004308B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308B8" w:rsidRPr="004308B8" w14:paraId="083F1015" w14:textId="77777777" w:rsidTr="00B819C8">
        <w:tc>
          <w:tcPr>
            <w:tcW w:w="2694" w:type="dxa"/>
            <w:vAlign w:val="center"/>
          </w:tcPr>
          <w:p w14:paraId="652F98D1" w14:textId="77777777" w:rsidR="0085747A" w:rsidRPr="004308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E06718D" w14:textId="77777777" w:rsidR="0085747A" w:rsidRPr="00471935" w:rsidRDefault="00367A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471935">
              <w:rPr>
                <w:rFonts w:ascii="Corbel" w:hAnsi="Corbel"/>
                <w:color w:val="auto"/>
                <w:sz w:val="24"/>
                <w:szCs w:val="24"/>
              </w:rPr>
              <w:t>Prawo ochrony środowiska</w:t>
            </w:r>
          </w:p>
        </w:tc>
      </w:tr>
      <w:tr w:rsidR="004308B8" w:rsidRPr="004308B8" w14:paraId="60573D8A" w14:textId="77777777" w:rsidTr="00B819C8">
        <w:tc>
          <w:tcPr>
            <w:tcW w:w="2694" w:type="dxa"/>
            <w:vAlign w:val="center"/>
          </w:tcPr>
          <w:p w14:paraId="7658B1CB" w14:textId="77777777" w:rsidR="0085747A" w:rsidRPr="004308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308B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3A9B37B" w14:textId="77777777" w:rsidR="0085747A" w:rsidRPr="004308B8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</w:p>
        </w:tc>
      </w:tr>
      <w:tr w:rsidR="004308B8" w:rsidRPr="004308B8" w14:paraId="29E9488E" w14:textId="77777777" w:rsidTr="00B819C8">
        <w:tc>
          <w:tcPr>
            <w:tcW w:w="2694" w:type="dxa"/>
            <w:vAlign w:val="center"/>
          </w:tcPr>
          <w:p w14:paraId="0DE0B865" w14:textId="77777777" w:rsidR="0085747A" w:rsidRPr="004308B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4308B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0EA554" w14:textId="494F9F01" w:rsidR="0085747A" w:rsidRPr="004308B8" w:rsidRDefault="004308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4308B8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4308B8" w:rsidRPr="004308B8" w14:paraId="3BD9C373" w14:textId="77777777" w:rsidTr="00B819C8">
        <w:tc>
          <w:tcPr>
            <w:tcW w:w="2694" w:type="dxa"/>
            <w:vAlign w:val="center"/>
          </w:tcPr>
          <w:p w14:paraId="75913C89" w14:textId="77777777" w:rsidR="0085747A" w:rsidRPr="004308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CC4E03" w14:textId="22E2100B" w:rsidR="0085747A" w:rsidRPr="004308B8" w:rsidRDefault="004308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4308B8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Katedra Prawa i Postępowania Administracyjnego</w:t>
            </w:r>
          </w:p>
        </w:tc>
      </w:tr>
      <w:tr w:rsidR="004308B8" w:rsidRPr="004308B8" w14:paraId="12415241" w14:textId="77777777" w:rsidTr="00B819C8">
        <w:tc>
          <w:tcPr>
            <w:tcW w:w="2694" w:type="dxa"/>
            <w:vAlign w:val="center"/>
          </w:tcPr>
          <w:p w14:paraId="2C2BDE02" w14:textId="77777777" w:rsidR="0085747A" w:rsidRPr="004308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F0B44A" w14:textId="77777777" w:rsidR="0085747A" w:rsidRPr="004308B8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4308B8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Prawo</w:t>
            </w:r>
          </w:p>
        </w:tc>
      </w:tr>
      <w:tr w:rsidR="004308B8" w:rsidRPr="004308B8" w14:paraId="4F491486" w14:textId="77777777" w:rsidTr="00B819C8">
        <w:tc>
          <w:tcPr>
            <w:tcW w:w="2694" w:type="dxa"/>
            <w:vAlign w:val="center"/>
          </w:tcPr>
          <w:p w14:paraId="6EFD3325" w14:textId="77777777" w:rsidR="0085747A" w:rsidRPr="004308B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2A000BD" w14:textId="77777777" w:rsidR="0085747A" w:rsidRPr="004308B8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4308B8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Jednolite Magisterskie</w:t>
            </w:r>
          </w:p>
        </w:tc>
      </w:tr>
      <w:tr w:rsidR="004308B8" w:rsidRPr="004308B8" w14:paraId="1EED5184" w14:textId="77777777" w:rsidTr="00B819C8">
        <w:tc>
          <w:tcPr>
            <w:tcW w:w="2694" w:type="dxa"/>
            <w:vAlign w:val="center"/>
          </w:tcPr>
          <w:p w14:paraId="41A5258F" w14:textId="77777777" w:rsidR="0085747A" w:rsidRPr="004308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79EB75D" w14:textId="77777777" w:rsidR="0085747A" w:rsidRPr="004308B8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4308B8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Ogólnoakademicki</w:t>
            </w:r>
          </w:p>
        </w:tc>
      </w:tr>
      <w:tr w:rsidR="004308B8" w:rsidRPr="004308B8" w14:paraId="03D8DF7F" w14:textId="77777777" w:rsidTr="00B819C8">
        <w:tc>
          <w:tcPr>
            <w:tcW w:w="2694" w:type="dxa"/>
            <w:vAlign w:val="center"/>
          </w:tcPr>
          <w:p w14:paraId="115CE9A2" w14:textId="77777777" w:rsidR="0085747A" w:rsidRPr="004308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7B9391" w14:textId="77777777" w:rsidR="0085747A" w:rsidRPr="004308B8" w:rsidRDefault="000F2B81" w:rsidP="00CC52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308B8"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A92E5A" w:rsidRPr="004308B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308B8" w:rsidRPr="004308B8" w14:paraId="1A381959" w14:textId="77777777" w:rsidTr="00B819C8">
        <w:tc>
          <w:tcPr>
            <w:tcW w:w="2694" w:type="dxa"/>
            <w:vAlign w:val="center"/>
          </w:tcPr>
          <w:p w14:paraId="3202B8FE" w14:textId="77777777" w:rsidR="0085747A" w:rsidRPr="004308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308B8">
              <w:rPr>
                <w:rFonts w:ascii="Corbel" w:hAnsi="Corbel"/>
                <w:sz w:val="24"/>
                <w:szCs w:val="24"/>
              </w:rPr>
              <w:t>/y</w:t>
            </w:r>
            <w:r w:rsidRPr="004308B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7FC868" w14:textId="0A9FB432" w:rsidR="0085747A" w:rsidRPr="004308B8" w:rsidRDefault="00A92E5A" w:rsidP="00367A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308B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47193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V </w:t>
            </w:r>
            <w:r w:rsidRPr="004308B8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B163A" w:rsidRPr="004308B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semestr </w:t>
            </w:r>
            <w:r w:rsidR="00471935">
              <w:rPr>
                <w:rFonts w:ascii="Corbel" w:hAnsi="Corbel"/>
                <w:b w:val="0"/>
                <w:color w:val="auto"/>
                <w:sz w:val="24"/>
                <w:szCs w:val="24"/>
              </w:rPr>
              <w:t>9</w:t>
            </w:r>
          </w:p>
        </w:tc>
      </w:tr>
      <w:tr w:rsidR="004308B8" w:rsidRPr="004308B8" w14:paraId="63A21E5E" w14:textId="77777777" w:rsidTr="00B819C8">
        <w:tc>
          <w:tcPr>
            <w:tcW w:w="2694" w:type="dxa"/>
            <w:vAlign w:val="center"/>
          </w:tcPr>
          <w:p w14:paraId="75311D75" w14:textId="77777777" w:rsidR="0085747A" w:rsidRPr="004308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43FF32" w14:textId="77777777" w:rsidR="0085747A" w:rsidRPr="004308B8" w:rsidRDefault="00970E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308B8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4308B8" w:rsidRPr="004308B8" w14:paraId="453D3437" w14:textId="77777777" w:rsidTr="00B819C8">
        <w:tc>
          <w:tcPr>
            <w:tcW w:w="2694" w:type="dxa"/>
            <w:vAlign w:val="center"/>
          </w:tcPr>
          <w:p w14:paraId="5D73EA11" w14:textId="77777777" w:rsidR="00923D7D" w:rsidRPr="004308B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E779EC" w14:textId="77777777" w:rsidR="00923D7D" w:rsidRPr="004308B8" w:rsidRDefault="00A92E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308B8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308B8" w:rsidRPr="004308B8" w14:paraId="6CC2E727" w14:textId="77777777" w:rsidTr="00B819C8">
        <w:tc>
          <w:tcPr>
            <w:tcW w:w="2694" w:type="dxa"/>
            <w:vAlign w:val="center"/>
          </w:tcPr>
          <w:p w14:paraId="580907E2" w14:textId="77777777" w:rsidR="0085747A" w:rsidRPr="004308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804423" w14:textId="77777777" w:rsidR="0085747A" w:rsidRPr="004308B8" w:rsidRDefault="00A92E5A" w:rsidP="00B50D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308B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Prof. dr hab. </w:t>
            </w:r>
            <w:r w:rsidR="00B50D95" w:rsidRPr="004308B8">
              <w:rPr>
                <w:rFonts w:ascii="Corbel" w:hAnsi="Corbel"/>
                <w:b w:val="0"/>
                <w:color w:val="auto"/>
                <w:sz w:val="24"/>
                <w:szCs w:val="24"/>
              </w:rPr>
              <w:t>Elżbieta Ura</w:t>
            </w:r>
          </w:p>
        </w:tc>
      </w:tr>
      <w:tr w:rsidR="004308B8" w:rsidRPr="004308B8" w14:paraId="56371602" w14:textId="77777777" w:rsidTr="00B819C8">
        <w:tc>
          <w:tcPr>
            <w:tcW w:w="2694" w:type="dxa"/>
            <w:vAlign w:val="center"/>
          </w:tcPr>
          <w:p w14:paraId="0C2AA780" w14:textId="77777777" w:rsidR="0085747A" w:rsidRPr="004308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68955E" w14:textId="77777777" w:rsidR="0085747A" w:rsidRPr="004308B8" w:rsidRDefault="00647A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308B8">
              <w:rPr>
                <w:rFonts w:ascii="Corbel" w:hAnsi="Corbel"/>
                <w:b w:val="0"/>
                <w:color w:val="auto"/>
                <w:sz w:val="24"/>
                <w:szCs w:val="24"/>
              </w:rPr>
              <w:t>Dr Artur Maz</w:t>
            </w:r>
            <w:r w:rsidR="00AF7A65" w:rsidRPr="004308B8">
              <w:rPr>
                <w:rFonts w:ascii="Corbel" w:hAnsi="Corbel"/>
                <w:b w:val="0"/>
                <w:color w:val="auto"/>
                <w:sz w:val="24"/>
                <w:szCs w:val="24"/>
              </w:rPr>
              <w:t>urkiewicz,</w:t>
            </w:r>
            <w:r w:rsidR="00EB163A" w:rsidRPr="004308B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Mgr Karol Hermanowski </w:t>
            </w:r>
          </w:p>
        </w:tc>
      </w:tr>
    </w:tbl>
    <w:p w14:paraId="1A5422EB" w14:textId="77777777" w:rsidR="0085747A" w:rsidRPr="004308B8" w:rsidRDefault="0085747A" w:rsidP="00471935">
      <w:pPr>
        <w:pStyle w:val="Podpunkty"/>
        <w:ind w:left="0"/>
        <w:rPr>
          <w:rFonts w:ascii="Corbel" w:hAnsi="Corbel"/>
          <w:sz w:val="24"/>
          <w:szCs w:val="24"/>
        </w:rPr>
      </w:pPr>
      <w:r w:rsidRPr="004308B8">
        <w:rPr>
          <w:rFonts w:ascii="Corbel" w:hAnsi="Corbel"/>
          <w:sz w:val="24"/>
          <w:szCs w:val="24"/>
        </w:rPr>
        <w:t xml:space="preserve">* </w:t>
      </w:r>
      <w:r w:rsidRPr="004308B8">
        <w:rPr>
          <w:rFonts w:ascii="Corbel" w:hAnsi="Corbel"/>
          <w:i/>
          <w:sz w:val="24"/>
          <w:szCs w:val="24"/>
        </w:rPr>
        <w:t>-</w:t>
      </w:r>
      <w:r w:rsidR="00B90885" w:rsidRPr="004308B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308B8">
        <w:rPr>
          <w:rFonts w:ascii="Corbel" w:hAnsi="Corbel"/>
          <w:b w:val="0"/>
          <w:sz w:val="24"/>
          <w:szCs w:val="24"/>
        </w:rPr>
        <w:t>e,</w:t>
      </w:r>
      <w:r w:rsidRPr="004308B8">
        <w:rPr>
          <w:rFonts w:ascii="Corbel" w:hAnsi="Corbel"/>
          <w:i/>
          <w:sz w:val="24"/>
          <w:szCs w:val="24"/>
        </w:rPr>
        <w:t xml:space="preserve"> </w:t>
      </w:r>
      <w:r w:rsidRPr="004308B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308B8">
        <w:rPr>
          <w:rFonts w:ascii="Corbel" w:hAnsi="Corbel"/>
          <w:b w:val="0"/>
          <w:i/>
          <w:sz w:val="24"/>
          <w:szCs w:val="24"/>
        </w:rPr>
        <w:t>w Jednostce</w:t>
      </w:r>
    </w:p>
    <w:p w14:paraId="28CC6332" w14:textId="77777777" w:rsidR="00923D7D" w:rsidRPr="004308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4063621" w14:textId="2B24D7C9" w:rsidR="0085747A" w:rsidRPr="004308B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308B8">
        <w:rPr>
          <w:rFonts w:ascii="Corbel" w:hAnsi="Corbel"/>
          <w:sz w:val="24"/>
          <w:szCs w:val="24"/>
        </w:rPr>
        <w:t>1.</w:t>
      </w:r>
      <w:r w:rsidR="00E22FBC" w:rsidRPr="004308B8">
        <w:rPr>
          <w:rFonts w:ascii="Corbel" w:hAnsi="Corbel"/>
          <w:sz w:val="24"/>
          <w:szCs w:val="24"/>
        </w:rPr>
        <w:t>1</w:t>
      </w:r>
      <w:r w:rsidRPr="004308B8">
        <w:rPr>
          <w:rFonts w:ascii="Corbel" w:hAnsi="Corbel"/>
          <w:sz w:val="24"/>
          <w:szCs w:val="24"/>
        </w:rPr>
        <w:t>.</w:t>
      </w:r>
      <w:r w:rsidR="00471935">
        <w:rPr>
          <w:rFonts w:ascii="Corbel" w:hAnsi="Corbel"/>
          <w:sz w:val="24"/>
          <w:szCs w:val="24"/>
        </w:rPr>
        <w:t xml:space="preserve"> </w:t>
      </w:r>
      <w:r w:rsidRPr="004308B8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D5755F9" w14:textId="77777777" w:rsidR="00923D7D" w:rsidRPr="004308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308B8" w:rsidRPr="004308B8" w14:paraId="5CB634A8" w14:textId="77777777" w:rsidTr="004719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9FDF5" w14:textId="77777777" w:rsidR="00015B8F" w:rsidRPr="004308B8" w:rsidRDefault="00015B8F" w:rsidP="004719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308B8">
              <w:rPr>
                <w:rFonts w:ascii="Corbel" w:hAnsi="Corbel"/>
                <w:szCs w:val="24"/>
              </w:rPr>
              <w:t>Semestr</w:t>
            </w:r>
          </w:p>
          <w:p w14:paraId="7AE08B4C" w14:textId="77777777" w:rsidR="00015B8F" w:rsidRPr="004308B8" w:rsidRDefault="002B5EA0" w:rsidP="004719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308B8">
              <w:rPr>
                <w:rFonts w:ascii="Corbel" w:hAnsi="Corbel"/>
                <w:szCs w:val="24"/>
              </w:rPr>
              <w:t>(</w:t>
            </w:r>
            <w:r w:rsidR="00363F78" w:rsidRPr="004308B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CE703" w14:textId="77777777" w:rsidR="00015B8F" w:rsidRPr="004308B8" w:rsidRDefault="00015B8F" w:rsidP="004719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08B8">
              <w:rPr>
                <w:rFonts w:ascii="Corbel" w:hAnsi="Corbel"/>
                <w:szCs w:val="24"/>
              </w:rPr>
              <w:t>Wykł</w:t>
            </w:r>
            <w:proofErr w:type="spellEnd"/>
            <w:r w:rsidRPr="004308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71012" w14:textId="77777777" w:rsidR="00015B8F" w:rsidRPr="004308B8" w:rsidRDefault="00015B8F" w:rsidP="004719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308B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03BF0" w14:textId="77777777" w:rsidR="00015B8F" w:rsidRPr="004308B8" w:rsidRDefault="00015B8F" w:rsidP="004719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08B8">
              <w:rPr>
                <w:rFonts w:ascii="Corbel" w:hAnsi="Corbel"/>
                <w:szCs w:val="24"/>
              </w:rPr>
              <w:t>Konw</w:t>
            </w:r>
            <w:proofErr w:type="spellEnd"/>
            <w:r w:rsidRPr="004308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81EE9" w14:textId="77777777" w:rsidR="00015B8F" w:rsidRPr="004308B8" w:rsidRDefault="00015B8F" w:rsidP="004719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308B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69761" w14:textId="77777777" w:rsidR="00015B8F" w:rsidRPr="004308B8" w:rsidRDefault="00015B8F" w:rsidP="004719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08B8">
              <w:rPr>
                <w:rFonts w:ascii="Corbel" w:hAnsi="Corbel"/>
                <w:szCs w:val="24"/>
              </w:rPr>
              <w:t>Sem</w:t>
            </w:r>
            <w:proofErr w:type="spellEnd"/>
            <w:r w:rsidRPr="004308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A29B3" w14:textId="77777777" w:rsidR="00015B8F" w:rsidRPr="004308B8" w:rsidRDefault="00015B8F" w:rsidP="004719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308B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E7A1D" w14:textId="77777777" w:rsidR="00015B8F" w:rsidRPr="004308B8" w:rsidRDefault="00015B8F" w:rsidP="004719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08B8">
              <w:rPr>
                <w:rFonts w:ascii="Corbel" w:hAnsi="Corbel"/>
                <w:szCs w:val="24"/>
              </w:rPr>
              <w:t>Prakt</w:t>
            </w:r>
            <w:proofErr w:type="spellEnd"/>
            <w:r w:rsidRPr="004308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F8C51" w14:textId="77777777" w:rsidR="00015B8F" w:rsidRPr="004308B8" w:rsidRDefault="00015B8F" w:rsidP="004719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308B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6DAD7" w14:textId="77777777" w:rsidR="00015B8F" w:rsidRPr="004308B8" w:rsidRDefault="00015B8F" w:rsidP="004719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308B8">
              <w:rPr>
                <w:rFonts w:ascii="Corbel" w:hAnsi="Corbel"/>
                <w:b/>
                <w:szCs w:val="24"/>
              </w:rPr>
              <w:t>Liczba pkt</w:t>
            </w:r>
            <w:r w:rsidR="00B90885" w:rsidRPr="004308B8">
              <w:rPr>
                <w:rFonts w:ascii="Corbel" w:hAnsi="Corbel"/>
                <w:b/>
                <w:szCs w:val="24"/>
              </w:rPr>
              <w:t>.</w:t>
            </w:r>
            <w:r w:rsidRPr="004308B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B163A" w:rsidRPr="004308B8" w14:paraId="38F385F9" w14:textId="77777777" w:rsidTr="00471935">
        <w:trPr>
          <w:trHeight w:val="410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06F8" w14:textId="67EB7A93" w:rsidR="00EB163A" w:rsidRPr="004308B8" w:rsidRDefault="00471935" w:rsidP="004719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2E30" w14:textId="77777777" w:rsidR="00EB163A" w:rsidRPr="004308B8" w:rsidRDefault="00EB163A" w:rsidP="004719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7B5F6" w14:textId="77777777" w:rsidR="00EB163A" w:rsidRPr="004308B8" w:rsidRDefault="00EB163A" w:rsidP="004719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85FF" w14:textId="75248C28" w:rsidR="00EB163A" w:rsidRPr="004308B8" w:rsidRDefault="00471935" w:rsidP="004719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D4320" w14:textId="77777777" w:rsidR="00EB163A" w:rsidRPr="004308B8" w:rsidRDefault="00EB163A" w:rsidP="004719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2B5E" w14:textId="77777777" w:rsidR="00EB163A" w:rsidRPr="004308B8" w:rsidRDefault="00EB163A" w:rsidP="004719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A206" w14:textId="77777777" w:rsidR="00EB163A" w:rsidRPr="004308B8" w:rsidRDefault="00EB163A" w:rsidP="004719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70BD" w14:textId="77777777" w:rsidR="00EB163A" w:rsidRPr="004308B8" w:rsidRDefault="00EB163A" w:rsidP="004719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AABF" w14:textId="77777777" w:rsidR="00EB163A" w:rsidRPr="004308B8" w:rsidRDefault="00EB163A" w:rsidP="004719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5420C" w14:textId="286FF70C" w:rsidR="00EB163A" w:rsidRPr="004308B8" w:rsidRDefault="00471935" w:rsidP="004719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2B4D30" w14:textId="77777777" w:rsidR="00923D7D" w:rsidRPr="004308B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73D0613" w14:textId="6120BC4D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4308B8">
        <w:rPr>
          <w:rFonts w:ascii="Corbel" w:hAnsi="Corbel"/>
          <w:smallCaps w:val="0"/>
          <w:szCs w:val="24"/>
        </w:rPr>
        <w:t>1.</w:t>
      </w:r>
      <w:r w:rsidR="00E22FBC" w:rsidRPr="004308B8">
        <w:rPr>
          <w:rFonts w:ascii="Corbel" w:hAnsi="Corbel"/>
          <w:smallCaps w:val="0"/>
          <w:szCs w:val="24"/>
        </w:rPr>
        <w:t>2</w:t>
      </w:r>
      <w:r w:rsidR="00F83B28" w:rsidRPr="004308B8">
        <w:rPr>
          <w:rFonts w:ascii="Corbel" w:hAnsi="Corbel"/>
          <w:smallCaps w:val="0"/>
          <w:szCs w:val="24"/>
        </w:rPr>
        <w:t>.</w:t>
      </w:r>
      <w:r w:rsidR="00F83B28" w:rsidRPr="004308B8">
        <w:rPr>
          <w:rFonts w:ascii="Corbel" w:hAnsi="Corbel"/>
          <w:smallCaps w:val="0"/>
          <w:szCs w:val="24"/>
        </w:rPr>
        <w:tab/>
      </w:r>
      <w:r w:rsidRPr="004308B8">
        <w:rPr>
          <w:rFonts w:ascii="Corbel" w:hAnsi="Corbel"/>
          <w:smallCaps w:val="0"/>
          <w:szCs w:val="24"/>
        </w:rPr>
        <w:t>Sposób realizacji zajęć</w:t>
      </w:r>
    </w:p>
    <w:p w14:paraId="45A9542C" w14:textId="77777777" w:rsidR="00471935" w:rsidRPr="004308B8" w:rsidRDefault="0047193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B1EE65D" w14:textId="247FE295" w:rsidR="00970EE8" w:rsidRPr="004308B8" w:rsidRDefault="00471935" w:rsidP="00970EE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71935">
        <w:rPr>
          <w:rFonts w:ascii="Corbel" w:eastAsia="MS Gothic" w:hAnsi="Corbel" w:cs="MS Gothic"/>
          <w:bCs/>
          <w:szCs w:val="24"/>
        </w:rPr>
        <w:t>X</w:t>
      </w:r>
      <w:r>
        <w:rPr>
          <w:rFonts w:ascii="Corbel" w:eastAsia="MS Gothic" w:hAnsi="Corbel" w:cs="MS Gothic"/>
          <w:b w:val="0"/>
          <w:szCs w:val="24"/>
        </w:rPr>
        <w:t xml:space="preserve"> </w:t>
      </w:r>
      <w:r w:rsidR="00970EE8" w:rsidRPr="004308B8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B7840FF" w14:textId="6C4C8565" w:rsidR="00970EE8" w:rsidRPr="004308B8" w:rsidRDefault="00471935" w:rsidP="00970EE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970EE8" w:rsidRPr="004308B8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F624DDB" w14:textId="77777777" w:rsidR="0085747A" w:rsidRPr="004308B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518E85" w14:textId="331F26AA" w:rsidR="00E22FBC" w:rsidRPr="004308B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308B8">
        <w:rPr>
          <w:rFonts w:ascii="Corbel" w:hAnsi="Corbel"/>
          <w:smallCaps w:val="0"/>
          <w:szCs w:val="24"/>
        </w:rPr>
        <w:t>1.3</w:t>
      </w:r>
      <w:r w:rsidR="00471935">
        <w:rPr>
          <w:rFonts w:ascii="Corbel" w:hAnsi="Corbel"/>
          <w:smallCaps w:val="0"/>
          <w:szCs w:val="24"/>
        </w:rPr>
        <w:t>.</w:t>
      </w:r>
      <w:r w:rsidRPr="004308B8">
        <w:rPr>
          <w:rFonts w:ascii="Corbel" w:hAnsi="Corbel"/>
          <w:smallCaps w:val="0"/>
          <w:szCs w:val="24"/>
        </w:rPr>
        <w:t xml:space="preserve"> For</w:t>
      </w:r>
      <w:r w:rsidR="00445970" w:rsidRPr="004308B8">
        <w:rPr>
          <w:rFonts w:ascii="Corbel" w:hAnsi="Corbel"/>
          <w:smallCaps w:val="0"/>
          <w:szCs w:val="24"/>
        </w:rPr>
        <w:t xml:space="preserve">ma zaliczenia przedmiotu </w:t>
      </w:r>
      <w:r w:rsidRPr="004308B8">
        <w:rPr>
          <w:rFonts w:ascii="Corbel" w:hAnsi="Corbel"/>
          <w:smallCaps w:val="0"/>
          <w:szCs w:val="24"/>
        </w:rPr>
        <w:t xml:space="preserve"> (z toku) </w:t>
      </w:r>
    </w:p>
    <w:p w14:paraId="08D5547E" w14:textId="77777777" w:rsidR="00B50D95" w:rsidRPr="004308B8" w:rsidRDefault="00B50D95" w:rsidP="009C54AE">
      <w:pPr>
        <w:pStyle w:val="Punktygwne"/>
        <w:spacing w:before="0" w:after="0"/>
        <w:rPr>
          <w:rFonts w:eastAsia="Cambria"/>
          <w:b w:val="0"/>
          <w:smallCaps w:val="0"/>
          <w:sz w:val="22"/>
        </w:rPr>
      </w:pPr>
    </w:p>
    <w:p w14:paraId="7B1726E2" w14:textId="233E2F44" w:rsidR="00E960BB" w:rsidRPr="004308B8" w:rsidRDefault="00471935" w:rsidP="00471935">
      <w:pPr>
        <w:pStyle w:val="Punktygwne"/>
        <w:spacing w:before="0" w:after="0"/>
        <w:ind w:left="709"/>
        <w:rPr>
          <w:rFonts w:ascii="Corbel" w:eastAsia="Cambria" w:hAnsi="Corbel"/>
          <w:b w:val="0"/>
          <w:smallCaps w:val="0"/>
          <w:sz w:val="22"/>
        </w:rPr>
      </w:pPr>
      <w:r>
        <w:rPr>
          <w:rFonts w:ascii="Corbel" w:eastAsia="Cambria" w:hAnsi="Corbel"/>
          <w:b w:val="0"/>
          <w:smallCaps w:val="0"/>
          <w:sz w:val="22"/>
        </w:rPr>
        <w:t>K</w:t>
      </w:r>
      <w:r w:rsidR="00EB163A" w:rsidRPr="004308B8">
        <w:rPr>
          <w:rFonts w:ascii="Corbel" w:eastAsia="Cambria" w:hAnsi="Corbel"/>
          <w:b w:val="0"/>
          <w:smallCaps w:val="0"/>
          <w:sz w:val="22"/>
        </w:rPr>
        <w:t>onwersatorium - zaliczenie na ocenę w formie pisemnej lub ustnej.</w:t>
      </w:r>
    </w:p>
    <w:p w14:paraId="423BA662" w14:textId="77777777" w:rsidR="00EB163A" w:rsidRPr="004308B8" w:rsidRDefault="00EB163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6AE83A" w14:textId="77777777" w:rsidR="00E960BB" w:rsidRPr="004308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08B8">
        <w:rPr>
          <w:rFonts w:ascii="Corbel" w:hAnsi="Corbel"/>
          <w:szCs w:val="24"/>
        </w:rPr>
        <w:t>2.</w:t>
      </w:r>
      <w:r w:rsidR="00EB163A" w:rsidRPr="004308B8">
        <w:rPr>
          <w:rFonts w:ascii="Corbel" w:hAnsi="Corbel"/>
          <w:szCs w:val="24"/>
        </w:rPr>
        <w:t xml:space="preserve"> </w:t>
      </w:r>
      <w:r w:rsidRPr="004308B8">
        <w:rPr>
          <w:rFonts w:ascii="Corbel" w:hAnsi="Corbel"/>
          <w:szCs w:val="24"/>
        </w:rPr>
        <w:t xml:space="preserve">Wymagania wstępne </w:t>
      </w:r>
    </w:p>
    <w:p w14:paraId="715BBEC0" w14:textId="77777777" w:rsidR="00A41655" w:rsidRPr="004308B8" w:rsidRDefault="00A4165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08B8" w14:paraId="2A7CE64E" w14:textId="77777777" w:rsidTr="00745302">
        <w:tc>
          <w:tcPr>
            <w:tcW w:w="9670" w:type="dxa"/>
          </w:tcPr>
          <w:p w14:paraId="67B1C91A" w14:textId="77777777" w:rsidR="0085747A" w:rsidRPr="004308B8" w:rsidRDefault="00B50D95" w:rsidP="00367A7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 xml:space="preserve">Znajomość podstawowych zagadnień z </w:t>
            </w:r>
            <w:r w:rsidR="00367A7A" w:rsidRPr="004308B8">
              <w:rPr>
                <w:rFonts w:ascii="Corbel" w:hAnsi="Corbel"/>
                <w:b w:val="0"/>
                <w:smallCaps w:val="0"/>
                <w:szCs w:val="24"/>
              </w:rPr>
              <w:t xml:space="preserve">prawa administracyjnego </w:t>
            </w:r>
            <w:r w:rsidRPr="004308B8">
              <w:rPr>
                <w:rFonts w:ascii="Corbel" w:hAnsi="Corbel"/>
                <w:b w:val="0"/>
                <w:smallCaps w:val="0"/>
                <w:szCs w:val="24"/>
              </w:rPr>
              <w:t>i prawoznawstwa.</w:t>
            </w:r>
          </w:p>
        </w:tc>
      </w:tr>
    </w:tbl>
    <w:p w14:paraId="149BFB7B" w14:textId="77777777" w:rsidR="00153C41" w:rsidRPr="004308B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0B598D" w14:textId="77777777" w:rsidR="00A41655" w:rsidRPr="004308B8" w:rsidRDefault="00A416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C49381" w14:textId="77777777" w:rsidR="00471935" w:rsidRDefault="00471935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4A07DED2" w14:textId="47E0AFC9" w:rsidR="0085747A" w:rsidRPr="004308B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08B8">
        <w:rPr>
          <w:rFonts w:ascii="Corbel" w:hAnsi="Corbel"/>
          <w:szCs w:val="24"/>
        </w:rPr>
        <w:lastRenderedPageBreak/>
        <w:t>3.</w:t>
      </w:r>
      <w:r w:rsidR="0085747A" w:rsidRPr="004308B8">
        <w:rPr>
          <w:rFonts w:ascii="Corbel" w:hAnsi="Corbel"/>
          <w:szCs w:val="24"/>
        </w:rPr>
        <w:t xml:space="preserve"> </w:t>
      </w:r>
      <w:r w:rsidR="00A84C85" w:rsidRPr="004308B8">
        <w:rPr>
          <w:rFonts w:ascii="Corbel" w:hAnsi="Corbel"/>
          <w:szCs w:val="24"/>
        </w:rPr>
        <w:t>cele, efekty uczenia się</w:t>
      </w:r>
      <w:r w:rsidR="0085747A" w:rsidRPr="004308B8">
        <w:rPr>
          <w:rFonts w:ascii="Corbel" w:hAnsi="Corbel"/>
          <w:szCs w:val="24"/>
        </w:rPr>
        <w:t xml:space="preserve"> , treści Programowe i stosowane metody Dydaktyczne</w:t>
      </w:r>
    </w:p>
    <w:p w14:paraId="2AFBF01D" w14:textId="77777777" w:rsidR="0085747A" w:rsidRPr="0047193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374980" w14:textId="29F72C5C" w:rsidR="0085747A" w:rsidRPr="004308B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308B8">
        <w:rPr>
          <w:rFonts w:ascii="Corbel" w:hAnsi="Corbel"/>
          <w:sz w:val="24"/>
          <w:szCs w:val="24"/>
        </w:rPr>
        <w:t>3.1</w:t>
      </w:r>
      <w:r w:rsidR="00471935">
        <w:rPr>
          <w:rFonts w:ascii="Corbel" w:hAnsi="Corbel"/>
          <w:sz w:val="24"/>
          <w:szCs w:val="24"/>
        </w:rPr>
        <w:t>.</w:t>
      </w:r>
      <w:r w:rsidRPr="004308B8">
        <w:rPr>
          <w:rFonts w:ascii="Corbel" w:hAnsi="Corbel"/>
          <w:sz w:val="24"/>
          <w:szCs w:val="24"/>
        </w:rPr>
        <w:t xml:space="preserve"> </w:t>
      </w:r>
      <w:r w:rsidR="00C05F44" w:rsidRPr="004308B8">
        <w:rPr>
          <w:rFonts w:ascii="Corbel" w:hAnsi="Corbel"/>
          <w:sz w:val="24"/>
          <w:szCs w:val="24"/>
        </w:rPr>
        <w:t>Cele przedmiotu</w:t>
      </w:r>
    </w:p>
    <w:p w14:paraId="4A0B797C" w14:textId="77777777" w:rsidR="00F83B28" w:rsidRPr="00471935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308B8" w:rsidRPr="004308B8" w14:paraId="7788F090" w14:textId="77777777" w:rsidTr="00923D7D">
        <w:tc>
          <w:tcPr>
            <w:tcW w:w="851" w:type="dxa"/>
            <w:vAlign w:val="center"/>
          </w:tcPr>
          <w:p w14:paraId="3540568D" w14:textId="3D5B7B67" w:rsidR="0085747A" w:rsidRPr="004308B8" w:rsidRDefault="0085747A" w:rsidP="0047193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308B8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00452429" w14:textId="77777777" w:rsidR="0085747A" w:rsidRPr="004308B8" w:rsidRDefault="00367A7A" w:rsidP="00367A7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308B8">
              <w:rPr>
                <w:rFonts w:ascii="Corbel" w:hAnsi="Corbel"/>
                <w:b w:val="0"/>
                <w:sz w:val="24"/>
                <w:szCs w:val="24"/>
              </w:rPr>
              <w:t xml:space="preserve">Celem przedmiotu jest zdobycie wiedzy na temat genezy i obecnego kształtu regulacji składających się na system ochrony środowiska w Polsce, ogólnych zasad tego systemu, instytucji prawnych odgrywających w nim główną role. </w:t>
            </w:r>
          </w:p>
        </w:tc>
      </w:tr>
      <w:tr w:rsidR="004308B8" w:rsidRPr="004308B8" w14:paraId="25AA83FB" w14:textId="77777777" w:rsidTr="00923D7D">
        <w:tc>
          <w:tcPr>
            <w:tcW w:w="851" w:type="dxa"/>
            <w:vAlign w:val="center"/>
          </w:tcPr>
          <w:p w14:paraId="5B81C2F1" w14:textId="77777777" w:rsidR="0085747A" w:rsidRPr="004308B8" w:rsidRDefault="00E44543" w:rsidP="00471935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207EBB" w14:textId="77777777" w:rsidR="0085747A" w:rsidRPr="004308B8" w:rsidRDefault="00367A7A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308B8">
              <w:rPr>
                <w:rFonts w:ascii="Corbel" w:hAnsi="Corbel"/>
                <w:b w:val="0"/>
                <w:sz w:val="24"/>
                <w:szCs w:val="24"/>
              </w:rPr>
              <w:t>Kolejnym celem jest omówienie regulacji sektorowych rządzących poszczególnymi działami tej dziedziny prawa.</w:t>
            </w:r>
          </w:p>
        </w:tc>
      </w:tr>
      <w:tr w:rsidR="00B50D95" w:rsidRPr="004308B8" w14:paraId="7EC5DD04" w14:textId="77777777" w:rsidTr="00923D7D">
        <w:tc>
          <w:tcPr>
            <w:tcW w:w="851" w:type="dxa"/>
            <w:vAlign w:val="center"/>
          </w:tcPr>
          <w:p w14:paraId="199608EE" w14:textId="77777777" w:rsidR="00B50D95" w:rsidRPr="004308B8" w:rsidRDefault="00B50D95" w:rsidP="00471935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BE156A6" w14:textId="77777777" w:rsidR="00B50D95" w:rsidRPr="004308B8" w:rsidRDefault="00367A7A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308B8">
              <w:rPr>
                <w:rFonts w:ascii="Corbel" w:hAnsi="Corbel"/>
                <w:b w:val="0"/>
                <w:sz w:val="24"/>
                <w:szCs w:val="24"/>
              </w:rPr>
              <w:t>Istotnym celem omawianego przedmiotu, osiąganym przez wskazanie i omawianie zakresu zagrożeń dla środowiska, jest kształtowanie u studentów postawy proekologicznej.</w:t>
            </w:r>
          </w:p>
        </w:tc>
      </w:tr>
    </w:tbl>
    <w:p w14:paraId="07BCE3EF" w14:textId="77777777" w:rsidR="0085747A" w:rsidRPr="004308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80F680" w14:textId="0F542409" w:rsidR="00B24C6E" w:rsidRPr="004308B8" w:rsidRDefault="00B24C6E" w:rsidP="00B24C6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308B8">
        <w:rPr>
          <w:rFonts w:ascii="Corbel" w:hAnsi="Corbel"/>
          <w:b/>
          <w:sz w:val="24"/>
          <w:szCs w:val="24"/>
        </w:rPr>
        <w:t>3.2</w:t>
      </w:r>
      <w:r w:rsidR="00471935">
        <w:rPr>
          <w:rFonts w:ascii="Corbel" w:hAnsi="Corbel"/>
          <w:b/>
          <w:sz w:val="24"/>
          <w:szCs w:val="24"/>
        </w:rPr>
        <w:t>.</w:t>
      </w:r>
      <w:r w:rsidRPr="004308B8">
        <w:rPr>
          <w:rFonts w:ascii="Corbel" w:hAnsi="Corbel"/>
          <w:b/>
          <w:sz w:val="24"/>
          <w:szCs w:val="24"/>
        </w:rPr>
        <w:t xml:space="preserve"> Efekty uczenia się dla przedmiotu</w:t>
      </w:r>
      <w:r w:rsidRPr="004308B8">
        <w:rPr>
          <w:rFonts w:ascii="Corbel" w:hAnsi="Corbel"/>
          <w:sz w:val="24"/>
          <w:szCs w:val="24"/>
        </w:rPr>
        <w:t xml:space="preserve"> </w:t>
      </w:r>
    </w:p>
    <w:p w14:paraId="127D92ED" w14:textId="77777777" w:rsidR="00B24C6E" w:rsidRPr="004308B8" w:rsidRDefault="00B24C6E" w:rsidP="00B24C6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4308B8" w:rsidRPr="004308B8" w14:paraId="39B4CD6D" w14:textId="77777777" w:rsidTr="009A292C">
        <w:tc>
          <w:tcPr>
            <w:tcW w:w="1447" w:type="dxa"/>
            <w:vAlign w:val="center"/>
          </w:tcPr>
          <w:p w14:paraId="767A3C7A" w14:textId="77777777" w:rsidR="00B24C6E" w:rsidRPr="004308B8" w:rsidRDefault="00B24C6E" w:rsidP="00061B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smallCaps w:val="0"/>
                <w:szCs w:val="24"/>
              </w:rPr>
              <w:t>EK</w:t>
            </w:r>
            <w:r w:rsidRPr="004308B8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08" w:type="dxa"/>
            <w:vAlign w:val="center"/>
          </w:tcPr>
          <w:p w14:paraId="4A6EFEDE" w14:textId="77777777" w:rsidR="00B24C6E" w:rsidRPr="004308B8" w:rsidRDefault="00B24C6E" w:rsidP="00061B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1F346FE1" w14:textId="77777777" w:rsidR="00B24C6E" w:rsidRPr="004308B8" w:rsidRDefault="00B24C6E" w:rsidP="00061B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308B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08B8" w:rsidRPr="004308B8" w14:paraId="3038020A" w14:textId="77777777" w:rsidTr="00471935">
        <w:tc>
          <w:tcPr>
            <w:tcW w:w="1447" w:type="dxa"/>
          </w:tcPr>
          <w:p w14:paraId="68399B66" w14:textId="77777777" w:rsidR="00B24C6E" w:rsidRPr="004308B8" w:rsidRDefault="00B24C6E" w:rsidP="004719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</w:tcPr>
          <w:p w14:paraId="242883D7" w14:textId="01DF5110" w:rsidR="00B24C6E" w:rsidRPr="004308B8" w:rsidRDefault="00B24C6E" w:rsidP="004719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>Posiada pogłębioną i rozszerzoną wiedzę o relacji innych nauk do ochrony środowiska, na temat norm i instytucji prawnych oraz zasad i struktur ich funkcjonowania, a także źródeł prawa w tym zakresie.</w:t>
            </w:r>
          </w:p>
        </w:tc>
        <w:tc>
          <w:tcPr>
            <w:tcW w:w="1865" w:type="dxa"/>
          </w:tcPr>
          <w:p w14:paraId="54FE05F9" w14:textId="2A00E961" w:rsidR="00B24C6E" w:rsidRPr="004308B8" w:rsidRDefault="00B24C6E" w:rsidP="004719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>K_W01, K_W02, K_W03,</w:t>
            </w:r>
            <w:r w:rsidR="004719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308B8">
              <w:rPr>
                <w:rFonts w:ascii="Corbel" w:hAnsi="Corbel"/>
                <w:b w:val="0"/>
                <w:smallCaps w:val="0"/>
                <w:szCs w:val="24"/>
              </w:rPr>
              <w:t>K_W07,</w:t>
            </w:r>
            <w:r w:rsidR="004719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308B8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  <w:r w:rsidR="009A292C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4308B8" w:rsidRPr="004308B8" w14:paraId="67C2FBEE" w14:textId="77777777" w:rsidTr="00471935">
        <w:tc>
          <w:tcPr>
            <w:tcW w:w="1447" w:type="dxa"/>
          </w:tcPr>
          <w:p w14:paraId="6FB318A4" w14:textId="77777777" w:rsidR="00B24C6E" w:rsidRPr="004308B8" w:rsidRDefault="00B24C6E" w:rsidP="004719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5C10B668" w14:textId="6F3577E6" w:rsidR="00B24C6E" w:rsidRPr="004308B8" w:rsidRDefault="00B24C6E" w:rsidP="004719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 xml:space="preserve">Posługuje się właściwie pojęciami z zakresu prawa ochrony środowiska, posiadając pogłębioną wiedzę na temat procesów stanowienia i stosowania prawa oraz metod i narzędzi stosowanych w ich pozyskiwaniu. </w:t>
            </w:r>
          </w:p>
        </w:tc>
        <w:tc>
          <w:tcPr>
            <w:tcW w:w="1865" w:type="dxa"/>
          </w:tcPr>
          <w:p w14:paraId="5137E116" w14:textId="4EB0C8DF" w:rsidR="00B24C6E" w:rsidRPr="004308B8" w:rsidRDefault="00B24C6E" w:rsidP="00471935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>K_W06,</w:t>
            </w:r>
            <w:r w:rsidR="004719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308B8">
              <w:rPr>
                <w:rFonts w:ascii="Corbel" w:hAnsi="Corbel"/>
                <w:b w:val="0"/>
                <w:smallCaps w:val="0"/>
                <w:szCs w:val="24"/>
              </w:rPr>
              <w:t>K_W04,</w:t>
            </w:r>
            <w:r w:rsidR="004719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308B8">
              <w:rPr>
                <w:rFonts w:ascii="Corbel" w:hAnsi="Corbel"/>
                <w:b w:val="0"/>
                <w:smallCaps w:val="0"/>
                <w:szCs w:val="24"/>
              </w:rPr>
              <w:t>K_W05,</w:t>
            </w:r>
            <w:r w:rsidR="004719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308B8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  <w:r w:rsidR="009A292C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4308B8" w:rsidRPr="004308B8" w14:paraId="4AF8B2CA" w14:textId="77777777" w:rsidTr="00471935">
        <w:tc>
          <w:tcPr>
            <w:tcW w:w="1447" w:type="dxa"/>
          </w:tcPr>
          <w:p w14:paraId="3E47CBBA" w14:textId="77777777" w:rsidR="00B24C6E" w:rsidRPr="004308B8" w:rsidRDefault="00B24C6E" w:rsidP="004719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</w:tcPr>
          <w:p w14:paraId="635F787C" w14:textId="77777777" w:rsidR="00B24C6E" w:rsidRPr="004308B8" w:rsidRDefault="00B24C6E" w:rsidP="004719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>Charakteryzuje podmioty wykonujące zadania z zakresu ochrony środowiska oraz posiada wiedzę w zakresie zasad i norm etycznych, a także etyki zawodowej podmiotów wykonujących określone zadania. Opisuje instrumenty prawne dające obywatelom możliwość czynnego wpływania na proces ochrony środowiska</w:t>
            </w:r>
          </w:p>
        </w:tc>
        <w:tc>
          <w:tcPr>
            <w:tcW w:w="1865" w:type="dxa"/>
          </w:tcPr>
          <w:p w14:paraId="0AF3EDDB" w14:textId="5BBD4D8F" w:rsidR="00B24C6E" w:rsidRPr="004308B8" w:rsidRDefault="00B24C6E" w:rsidP="004719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>K_W09,</w:t>
            </w:r>
            <w:r w:rsidR="004719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308B8">
              <w:rPr>
                <w:rFonts w:ascii="Corbel" w:hAnsi="Corbel"/>
                <w:b w:val="0"/>
                <w:smallCaps w:val="0"/>
                <w:szCs w:val="24"/>
              </w:rPr>
              <w:t>K_W10,</w:t>
            </w:r>
          </w:p>
        </w:tc>
      </w:tr>
      <w:tr w:rsidR="004308B8" w:rsidRPr="004308B8" w14:paraId="37CC601F" w14:textId="77777777" w:rsidTr="00471935">
        <w:tc>
          <w:tcPr>
            <w:tcW w:w="1447" w:type="dxa"/>
          </w:tcPr>
          <w:p w14:paraId="41EFCD1E" w14:textId="77777777" w:rsidR="00B24C6E" w:rsidRPr="004308B8" w:rsidRDefault="00B24C6E" w:rsidP="004719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14:paraId="279CDAA8" w14:textId="3C14F1F0" w:rsidR="00B24C6E" w:rsidRPr="004308B8" w:rsidRDefault="00B24C6E" w:rsidP="004719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>Śledzi zmiany stanu prawnego i wydarzenia mające wpływ na poziom ochrony środowiska oraz potrafi prawidłowo interpretować i wyjaśnić znaczenie norm, relacje pomiędzy nimi, właściwie analizując proces stanowienia i stosowania prawa, dostrzegając obszary w prawie ochrony śro</w:t>
            </w:r>
            <w:r w:rsidR="009A292C">
              <w:rPr>
                <w:rFonts w:ascii="Corbel" w:hAnsi="Corbel"/>
                <w:b w:val="0"/>
                <w:smallCaps w:val="0"/>
                <w:szCs w:val="24"/>
              </w:rPr>
              <w:t>do</w:t>
            </w:r>
            <w:r w:rsidRPr="004308B8">
              <w:rPr>
                <w:rFonts w:ascii="Corbel" w:hAnsi="Corbel"/>
                <w:b w:val="0"/>
                <w:smallCaps w:val="0"/>
                <w:szCs w:val="24"/>
              </w:rPr>
              <w:t xml:space="preserve">wiska, </w:t>
            </w:r>
            <w:r w:rsidR="009A292C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4308B8">
              <w:rPr>
                <w:rFonts w:ascii="Corbel" w:hAnsi="Corbel"/>
                <w:b w:val="0"/>
                <w:smallCaps w:val="0"/>
                <w:szCs w:val="24"/>
              </w:rPr>
              <w:t>w zakresie których regulacje powinny zostać znowelizowane bądź w przyszłości w ogóle uregulowane.</w:t>
            </w:r>
          </w:p>
        </w:tc>
        <w:tc>
          <w:tcPr>
            <w:tcW w:w="1865" w:type="dxa"/>
          </w:tcPr>
          <w:p w14:paraId="0652F6A2" w14:textId="1BA3C7BD" w:rsidR="00B24C6E" w:rsidRPr="004308B8" w:rsidRDefault="00B24C6E" w:rsidP="004719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>K_U01,</w:t>
            </w:r>
            <w:r w:rsidR="004719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308B8">
              <w:rPr>
                <w:rFonts w:ascii="Corbel" w:hAnsi="Corbel"/>
                <w:b w:val="0"/>
                <w:smallCaps w:val="0"/>
                <w:szCs w:val="24"/>
              </w:rPr>
              <w:t>K_U02,</w:t>
            </w:r>
            <w:r w:rsidR="004719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308B8">
              <w:rPr>
                <w:rFonts w:ascii="Corbel" w:hAnsi="Corbel"/>
                <w:b w:val="0"/>
                <w:smallCaps w:val="0"/>
                <w:szCs w:val="24"/>
              </w:rPr>
              <w:t>K_U03,</w:t>
            </w:r>
            <w:r w:rsidR="004719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308B8">
              <w:rPr>
                <w:rFonts w:ascii="Corbel" w:hAnsi="Corbel"/>
                <w:b w:val="0"/>
                <w:smallCaps w:val="0"/>
                <w:szCs w:val="24"/>
              </w:rPr>
              <w:t>K_U04,</w:t>
            </w:r>
            <w:r w:rsidR="004719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308B8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  <w:r w:rsidR="009A292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719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308B8">
              <w:rPr>
                <w:rFonts w:ascii="Corbel" w:hAnsi="Corbel"/>
                <w:b w:val="0"/>
                <w:smallCaps w:val="0"/>
                <w:szCs w:val="24"/>
              </w:rPr>
              <w:t>K_U15,</w:t>
            </w:r>
            <w:r w:rsidR="004719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308B8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  <w:r w:rsidR="009A292C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4308B8" w:rsidRPr="004308B8" w14:paraId="113E6723" w14:textId="77777777" w:rsidTr="00471935">
        <w:trPr>
          <w:trHeight w:val="416"/>
        </w:trPr>
        <w:tc>
          <w:tcPr>
            <w:tcW w:w="1447" w:type="dxa"/>
          </w:tcPr>
          <w:p w14:paraId="369052BD" w14:textId="77777777" w:rsidR="00B24C6E" w:rsidRPr="004308B8" w:rsidRDefault="00B24C6E" w:rsidP="004719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8" w:type="dxa"/>
          </w:tcPr>
          <w:p w14:paraId="59C2EF74" w14:textId="0C976C8F" w:rsidR="00B24C6E" w:rsidRPr="004308B8" w:rsidRDefault="00B24C6E" w:rsidP="004719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przygotowania, zarówno pisemnie jak i w formie ustnej określonych zagadnień dotyczących zagadnień prawnych w przedmiocie ochrony środowiska, wyjaśniając dlaczego zbyt radykalne poglądy </w:t>
            </w:r>
            <w:r w:rsidR="009A292C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4308B8">
              <w:rPr>
                <w:rFonts w:ascii="Corbel" w:hAnsi="Corbel"/>
                <w:b w:val="0"/>
                <w:smallCaps w:val="0"/>
                <w:szCs w:val="24"/>
              </w:rPr>
              <w:t>i metody związane z ochroną środowiska nie znajdują uzasadnienia prawnego, kulturowego bądź gospodarczego.</w:t>
            </w:r>
          </w:p>
        </w:tc>
        <w:tc>
          <w:tcPr>
            <w:tcW w:w="1865" w:type="dxa"/>
          </w:tcPr>
          <w:p w14:paraId="37068C3A" w14:textId="6ABC172E" w:rsidR="00B24C6E" w:rsidRPr="004308B8" w:rsidRDefault="00B24C6E" w:rsidP="004719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>K_U05,</w:t>
            </w:r>
            <w:r w:rsidR="004719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308B8">
              <w:rPr>
                <w:rFonts w:ascii="Corbel" w:hAnsi="Corbel"/>
                <w:b w:val="0"/>
                <w:smallCaps w:val="0"/>
                <w:szCs w:val="24"/>
              </w:rPr>
              <w:t>K_U06,</w:t>
            </w:r>
            <w:r w:rsidR="004719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308B8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  <w:r w:rsidR="009A292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719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308B8">
              <w:rPr>
                <w:rFonts w:ascii="Corbel" w:hAnsi="Corbel"/>
                <w:b w:val="0"/>
                <w:smallCaps w:val="0"/>
                <w:szCs w:val="24"/>
              </w:rPr>
              <w:t>K_U10, K_U12, K_U13</w:t>
            </w:r>
          </w:p>
        </w:tc>
      </w:tr>
      <w:tr w:rsidR="004308B8" w:rsidRPr="004308B8" w14:paraId="1C451F6F" w14:textId="77777777" w:rsidTr="00471935">
        <w:tc>
          <w:tcPr>
            <w:tcW w:w="1447" w:type="dxa"/>
          </w:tcPr>
          <w:p w14:paraId="220769EE" w14:textId="77777777" w:rsidR="00B24C6E" w:rsidRPr="004308B8" w:rsidRDefault="00B24C6E" w:rsidP="004719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208" w:type="dxa"/>
          </w:tcPr>
          <w:p w14:paraId="11779C7E" w14:textId="77777777" w:rsidR="00B24C6E" w:rsidRPr="004308B8" w:rsidRDefault="00B24C6E" w:rsidP="004719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>Stosuje zasady etyczne w swoim zachowaniu i życiu, mając świadomość zawodu prawnika, jaki będzie wykonywał oraz identyfikuje się z ideą ochrony środowiska.</w:t>
            </w:r>
          </w:p>
        </w:tc>
        <w:tc>
          <w:tcPr>
            <w:tcW w:w="1865" w:type="dxa"/>
          </w:tcPr>
          <w:p w14:paraId="0D309808" w14:textId="34CEB504" w:rsidR="00B24C6E" w:rsidRPr="004308B8" w:rsidRDefault="00B24C6E" w:rsidP="004719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>K_K04,</w:t>
            </w:r>
            <w:r w:rsidR="004719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308B8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  <w:r w:rsidR="009A292C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4308B8" w:rsidRPr="004308B8" w14:paraId="49DCB66C" w14:textId="77777777" w:rsidTr="00471935">
        <w:tc>
          <w:tcPr>
            <w:tcW w:w="1447" w:type="dxa"/>
          </w:tcPr>
          <w:p w14:paraId="22D3A577" w14:textId="77777777" w:rsidR="00B24C6E" w:rsidRPr="004308B8" w:rsidRDefault="00B24C6E" w:rsidP="004719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08" w:type="dxa"/>
          </w:tcPr>
          <w:p w14:paraId="2C7F8C4A" w14:textId="77777777" w:rsidR="00B24C6E" w:rsidRPr="004308B8" w:rsidRDefault="00B24C6E" w:rsidP="004719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>Podnosi i uzupełnia swoją wiedzę oraz doskonali umiejętności, mając świadomość zmienności przepisów prawa w zakresie ochrony środowiska.</w:t>
            </w:r>
          </w:p>
        </w:tc>
        <w:tc>
          <w:tcPr>
            <w:tcW w:w="1865" w:type="dxa"/>
          </w:tcPr>
          <w:p w14:paraId="0E0751E0" w14:textId="06FAA0F6" w:rsidR="00B24C6E" w:rsidRPr="004308B8" w:rsidRDefault="00B24C6E" w:rsidP="004719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>K_K01,</w:t>
            </w:r>
            <w:r w:rsidR="004719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308B8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  <w:r w:rsidR="009A292C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B24C6E" w:rsidRPr="004308B8" w14:paraId="4DD584FD" w14:textId="77777777" w:rsidTr="00471935">
        <w:tc>
          <w:tcPr>
            <w:tcW w:w="1447" w:type="dxa"/>
          </w:tcPr>
          <w:p w14:paraId="334F21FB" w14:textId="77777777" w:rsidR="00B24C6E" w:rsidRPr="004308B8" w:rsidRDefault="00B24C6E" w:rsidP="004719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08" w:type="dxa"/>
          </w:tcPr>
          <w:p w14:paraId="7DD75E5D" w14:textId="77777777" w:rsidR="00B24C6E" w:rsidRPr="004308B8" w:rsidRDefault="00B24C6E" w:rsidP="004719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 xml:space="preserve">Docenia znaczenie udziału społeczeństwa w procesie ochrony środowiska oraz szanuje poglądy i postawy innych osób w postrzeganiu zagadnień dotyczących ochrony środowiska. </w:t>
            </w:r>
          </w:p>
        </w:tc>
        <w:tc>
          <w:tcPr>
            <w:tcW w:w="1865" w:type="dxa"/>
          </w:tcPr>
          <w:p w14:paraId="65A38942" w14:textId="3BCF109F" w:rsidR="00B24C6E" w:rsidRPr="004308B8" w:rsidRDefault="00B24C6E" w:rsidP="004719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>K_K06,</w:t>
            </w:r>
            <w:r w:rsidR="004719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308B8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  <w:r w:rsidR="009A292C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</w:tbl>
    <w:p w14:paraId="135BB9DA" w14:textId="77777777" w:rsidR="0085747A" w:rsidRPr="004308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F58ECD" w14:textId="0EB125A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308B8">
        <w:rPr>
          <w:rFonts w:ascii="Corbel" w:hAnsi="Corbel"/>
          <w:b/>
          <w:sz w:val="24"/>
          <w:szCs w:val="24"/>
        </w:rPr>
        <w:t>3.3</w:t>
      </w:r>
      <w:r w:rsidR="00471935">
        <w:rPr>
          <w:rFonts w:ascii="Corbel" w:hAnsi="Corbel"/>
          <w:b/>
          <w:sz w:val="24"/>
          <w:szCs w:val="24"/>
        </w:rPr>
        <w:t>.</w:t>
      </w:r>
      <w:r w:rsidR="001D7B54" w:rsidRPr="004308B8">
        <w:rPr>
          <w:rFonts w:ascii="Corbel" w:hAnsi="Corbel"/>
          <w:b/>
          <w:sz w:val="24"/>
          <w:szCs w:val="24"/>
        </w:rPr>
        <w:t xml:space="preserve"> </w:t>
      </w:r>
      <w:r w:rsidR="0085747A" w:rsidRPr="004308B8">
        <w:rPr>
          <w:rFonts w:ascii="Corbel" w:hAnsi="Corbel"/>
          <w:b/>
          <w:sz w:val="24"/>
          <w:szCs w:val="24"/>
        </w:rPr>
        <w:t>T</w:t>
      </w:r>
      <w:r w:rsidR="001D7B54" w:rsidRPr="004308B8">
        <w:rPr>
          <w:rFonts w:ascii="Corbel" w:hAnsi="Corbel"/>
          <w:b/>
          <w:sz w:val="24"/>
          <w:szCs w:val="24"/>
        </w:rPr>
        <w:t>reści programowe</w:t>
      </w:r>
    </w:p>
    <w:p w14:paraId="153AE007" w14:textId="77777777" w:rsidR="00471935" w:rsidRPr="004308B8" w:rsidRDefault="0047193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9C7CEB9" w14:textId="2D9F70AD" w:rsidR="00073A7C" w:rsidRDefault="00073A7C" w:rsidP="00073A7C">
      <w:pPr>
        <w:pStyle w:val="Akapitzlist"/>
        <w:numPr>
          <w:ilvl w:val="0"/>
          <w:numId w:val="1"/>
        </w:numPr>
        <w:spacing w:after="120" w:line="240" w:lineRule="auto"/>
        <w:ind w:left="1218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 – nie dotyczy</w:t>
      </w:r>
    </w:p>
    <w:p w14:paraId="4F6967AA" w14:textId="77777777" w:rsidR="00073A7C" w:rsidRDefault="00073A7C" w:rsidP="00073A7C">
      <w:pPr>
        <w:pStyle w:val="Akapitzlist"/>
        <w:spacing w:after="120" w:line="240" w:lineRule="auto"/>
        <w:ind w:left="1218"/>
        <w:jc w:val="both"/>
        <w:rPr>
          <w:rFonts w:ascii="Corbel" w:hAnsi="Corbel"/>
          <w:sz w:val="24"/>
          <w:szCs w:val="24"/>
        </w:rPr>
      </w:pPr>
    </w:p>
    <w:p w14:paraId="27742790" w14:textId="5AE22209" w:rsidR="00EB163A" w:rsidRPr="004308B8" w:rsidRDefault="00EB163A" w:rsidP="00073A7C">
      <w:pPr>
        <w:pStyle w:val="Akapitzlist"/>
        <w:numPr>
          <w:ilvl w:val="0"/>
          <w:numId w:val="1"/>
        </w:numPr>
        <w:spacing w:after="120" w:line="240" w:lineRule="auto"/>
        <w:ind w:left="1218"/>
        <w:jc w:val="both"/>
        <w:rPr>
          <w:rFonts w:ascii="Corbel" w:hAnsi="Corbel"/>
          <w:sz w:val="24"/>
          <w:szCs w:val="24"/>
        </w:rPr>
      </w:pPr>
      <w:r w:rsidRPr="004308B8">
        <w:rPr>
          <w:rFonts w:ascii="Corbel" w:hAnsi="Corbel"/>
          <w:sz w:val="24"/>
          <w:szCs w:val="24"/>
        </w:rPr>
        <w:t>Problematyka</w:t>
      </w:r>
      <w:r w:rsidR="00073A7C">
        <w:rPr>
          <w:rFonts w:ascii="Corbel" w:hAnsi="Corbel"/>
          <w:sz w:val="24"/>
          <w:szCs w:val="24"/>
        </w:rPr>
        <w:t xml:space="preserve"> ćwiczeń,</w:t>
      </w:r>
      <w:r w:rsidRPr="004308B8">
        <w:rPr>
          <w:rFonts w:ascii="Corbel" w:hAnsi="Corbel"/>
          <w:sz w:val="24"/>
          <w:szCs w:val="24"/>
        </w:rPr>
        <w:t xml:space="preserve"> konwersatori</w:t>
      </w:r>
      <w:r w:rsidR="00073A7C">
        <w:rPr>
          <w:rFonts w:ascii="Corbel" w:hAnsi="Corbel"/>
          <w:sz w:val="24"/>
          <w:szCs w:val="24"/>
        </w:rPr>
        <w:t>ów, laboratoriów, zajęć praktycznych</w:t>
      </w:r>
    </w:p>
    <w:p w14:paraId="2E1E9807" w14:textId="77777777" w:rsidR="00EB163A" w:rsidRPr="004308B8" w:rsidRDefault="00EB163A" w:rsidP="00EB163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2"/>
        <w:gridCol w:w="1593"/>
      </w:tblGrid>
      <w:tr w:rsidR="004308B8" w:rsidRPr="004308B8" w14:paraId="33E56323" w14:textId="77777777" w:rsidTr="00471935">
        <w:tc>
          <w:tcPr>
            <w:tcW w:w="9105" w:type="dxa"/>
            <w:gridSpan w:val="2"/>
          </w:tcPr>
          <w:p w14:paraId="66BB20C7" w14:textId="77777777" w:rsidR="00EB163A" w:rsidRPr="004308B8" w:rsidRDefault="00EB163A" w:rsidP="00783B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71935" w:rsidRPr="004308B8" w14:paraId="010C39AE" w14:textId="77777777" w:rsidTr="00471935">
        <w:trPr>
          <w:trHeight w:val="323"/>
        </w:trPr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40A27" w14:textId="77777777" w:rsidR="00471935" w:rsidRPr="004308B8" w:rsidRDefault="00471935" w:rsidP="00FD6EE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System prawa ochrony środowiska, ewolucja regulacji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4684" w14:textId="59A1D091" w:rsidR="00471935" w:rsidRPr="004308B8" w:rsidRDefault="00067E9A" w:rsidP="00FD6EE5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71935" w:rsidRPr="004308B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471935" w:rsidRPr="004308B8" w14:paraId="60412328" w14:textId="77777777" w:rsidTr="00471935">
        <w:trPr>
          <w:trHeight w:val="308"/>
        </w:trPr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8846" w14:textId="77777777" w:rsidR="00471935" w:rsidRPr="004308B8" w:rsidRDefault="00471935" w:rsidP="00FD6EE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Źródła prawa Zasady ogólne prawa ochrony środowiska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CAE3" w14:textId="1ECBF30F" w:rsidR="00471935" w:rsidRPr="004308B8" w:rsidRDefault="00067E9A" w:rsidP="00FD6EE5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71935" w:rsidRPr="004308B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471935" w:rsidRPr="004308B8" w14:paraId="57048E3F" w14:textId="77777777" w:rsidTr="00471935">
        <w:trPr>
          <w:trHeight w:val="308"/>
        </w:trPr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9451" w14:textId="77777777" w:rsidR="00471935" w:rsidRPr="004308B8" w:rsidRDefault="00471935" w:rsidP="00FD6EE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Zasady ogólne prawa ochrony środowiska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B8A7" w14:textId="37F2E9AA" w:rsidR="00471935" w:rsidRPr="004308B8" w:rsidRDefault="00067E9A" w:rsidP="00FD6EE5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71935" w:rsidRPr="004308B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471935" w:rsidRPr="004308B8" w14:paraId="206FB3C8" w14:textId="77777777" w:rsidTr="00471935">
        <w:trPr>
          <w:trHeight w:val="237"/>
        </w:trPr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EDD6" w14:textId="77777777" w:rsidR="00471935" w:rsidRPr="004308B8" w:rsidRDefault="00471935" w:rsidP="00FD6EE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Zarządzanie ochroną środowiska (rodzaje zadań administracji publicznej)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1A9C" w14:textId="402EB923" w:rsidR="00471935" w:rsidRPr="004308B8" w:rsidRDefault="00067E9A" w:rsidP="00FD6EE5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71935" w:rsidRPr="004308B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471935" w:rsidRPr="004308B8" w14:paraId="4B0555FA" w14:textId="77777777" w:rsidTr="00471935">
        <w:trPr>
          <w:trHeight w:val="323"/>
        </w:trPr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C2B7" w14:textId="77777777" w:rsidR="00471935" w:rsidRPr="004308B8" w:rsidRDefault="00471935" w:rsidP="00FD6EE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Implementacja aktów wspólnotowych z zakresu ochrony środowiska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D620" w14:textId="0B4C8978" w:rsidR="00471935" w:rsidRPr="004308B8" w:rsidRDefault="00067E9A" w:rsidP="00FD6EE5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71935" w:rsidRPr="004308B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471935" w:rsidRPr="004308B8" w14:paraId="4069C06D" w14:textId="77777777" w:rsidTr="00471935">
        <w:trPr>
          <w:trHeight w:val="272"/>
        </w:trPr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352F" w14:textId="77777777" w:rsidR="00471935" w:rsidRPr="004308B8" w:rsidRDefault="00471935" w:rsidP="00FD6EE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Organy ochrony środowiska w Polsce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0BFD" w14:textId="1899FD2A" w:rsidR="00471935" w:rsidRPr="004308B8" w:rsidRDefault="00067E9A" w:rsidP="00FD6EE5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71935" w:rsidRPr="004308B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471935" w:rsidRPr="004308B8" w14:paraId="56665310" w14:textId="77777777" w:rsidTr="00471935">
        <w:trPr>
          <w:trHeight w:val="261"/>
        </w:trPr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F56F" w14:textId="77777777" w:rsidR="00471935" w:rsidRPr="004308B8" w:rsidRDefault="00471935" w:rsidP="00FD6EE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Odpowiedzialność prawna w ochronie środowiska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6304" w14:textId="08B2CF1B" w:rsidR="00471935" w:rsidRPr="004308B8" w:rsidRDefault="00067E9A" w:rsidP="00FD6EE5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71935" w:rsidRPr="004308B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471935" w:rsidRPr="004308B8" w14:paraId="2A9FC836" w14:textId="77777777" w:rsidTr="00471935">
        <w:trPr>
          <w:trHeight w:val="261"/>
        </w:trPr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7903" w14:textId="77777777" w:rsidR="00471935" w:rsidRPr="004308B8" w:rsidRDefault="00471935" w:rsidP="00FD6EE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Instrumenty finansowo - prawne w ochronie środowiska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26A9" w14:textId="37A44AD3" w:rsidR="00471935" w:rsidRPr="004308B8" w:rsidRDefault="00067E9A" w:rsidP="00FD6EE5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71935" w:rsidRPr="004308B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471935" w:rsidRPr="004308B8" w14:paraId="4406A9B0" w14:textId="77777777" w:rsidTr="00471935">
        <w:trPr>
          <w:trHeight w:val="261"/>
        </w:trPr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768A" w14:textId="77777777" w:rsidR="00471935" w:rsidRPr="004308B8" w:rsidRDefault="00471935" w:rsidP="00FD6EE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Wybrane regulacje sektorowe w ochronie środowiska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6B71" w14:textId="4649D357" w:rsidR="00471935" w:rsidRPr="004308B8" w:rsidRDefault="00067E9A" w:rsidP="00FD6EE5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471935" w:rsidRPr="004308B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471935" w:rsidRPr="004308B8" w14:paraId="3D8C27EC" w14:textId="77777777" w:rsidTr="00471935">
        <w:trPr>
          <w:trHeight w:val="261"/>
        </w:trPr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A465" w14:textId="77777777" w:rsidR="00471935" w:rsidRPr="004308B8" w:rsidRDefault="00471935" w:rsidP="00FD6EE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Wybrane zagadnienia ochrony różnorodności biologicznej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A044" w14:textId="68AA4C72" w:rsidR="00471935" w:rsidRPr="004308B8" w:rsidRDefault="00067E9A" w:rsidP="00FD6EE5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71935" w:rsidRPr="004308B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471935" w:rsidRPr="004308B8" w14:paraId="2C48B138" w14:textId="77777777" w:rsidTr="00471935">
        <w:trPr>
          <w:trHeight w:val="338"/>
        </w:trPr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4CB2" w14:textId="77777777" w:rsidR="00471935" w:rsidRPr="004308B8" w:rsidRDefault="00471935" w:rsidP="00FD6EE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RAZEM: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18D7" w14:textId="0930542E" w:rsidR="00471935" w:rsidRPr="004308B8" w:rsidRDefault="00067E9A" w:rsidP="00FD6EE5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471935" w:rsidRPr="004308B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</w:tbl>
    <w:p w14:paraId="79AED419" w14:textId="77777777" w:rsidR="0085747A" w:rsidRPr="004308B8" w:rsidRDefault="0085747A" w:rsidP="009C54AE">
      <w:pPr>
        <w:pStyle w:val="Punktygwne"/>
        <w:spacing w:before="0" w:after="0"/>
        <w:rPr>
          <w:rFonts w:ascii="Corbel" w:hAnsi="Corbel"/>
          <w:b w:val="0"/>
          <w:color w:val="EE0000"/>
          <w:szCs w:val="24"/>
        </w:rPr>
      </w:pPr>
    </w:p>
    <w:p w14:paraId="430BCBE7" w14:textId="257A23F6" w:rsidR="0085747A" w:rsidRPr="004308B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308B8">
        <w:rPr>
          <w:rFonts w:ascii="Corbel" w:hAnsi="Corbel"/>
          <w:smallCaps w:val="0"/>
          <w:szCs w:val="24"/>
        </w:rPr>
        <w:t>3.4</w:t>
      </w:r>
      <w:r w:rsidR="00471935">
        <w:rPr>
          <w:rFonts w:ascii="Corbel" w:hAnsi="Corbel"/>
          <w:smallCaps w:val="0"/>
          <w:szCs w:val="24"/>
        </w:rPr>
        <w:t>.</w:t>
      </w:r>
      <w:r w:rsidRPr="004308B8">
        <w:rPr>
          <w:rFonts w:ascii="Corbel" w:hAnsi="Corbel"/>
          <w:smallCaps w:val="0"/>
          <w:szCs w:val="24"/>
        </w:rPr>
        <w:t xml:space="preserve"> Metody dydaktyczne</w:t>
      </w:r>
      <w:r w:rsidRPr="004308B8">
        <w:rPr>
          <w:rFonts w:ascii="Corbel" w:hAnsi="Corbel"/>
          <w:b w:val="0"/>
          <w:smallCaps w:val="0"/>
          <w:szCs w:val="24"/>
        </w:rPr>
        <w:t xml:space="preserve"> </w:t>
      </w:r>
    </w:p>
    <w:p w14:paraId="369A2A78" w14:textId="77777777" w:rsidR="0085747A" w:rsidRPr="004308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5C175B" w14:textId="77777777" w:rsidR="00E960BB" w:rsidRPr="004308B8" w:rsidRDefault="00EB163A" w:rsidP="00471935">
      <w:pPr>
        <w:pStyle w:val="Punktygwne"/>
        <w:tabs>
          <w:tab w:val="left" w:pos="284"/>
        </w:tabs>
        <w:spacing w:before="0" w:after="0"/>
        <w:ind w:left="426"/>
        <w:rPr>
          <w:rFonts w:ascii="Corbel" w:hAnsi="Corbel"/>
          <w:smallCaps w:val="0"/>
          <w:szCs w:val="24"/>
        </w:rPr>
      </w:pPr>
      <w:r w:rsidRPr="004308B8">
        <w:rPr>
          <w:rFonts w:ascii="Corbel" w:hAnsi="Corbel"/>
          <w:smallCaps w:val="0"/>
          <w:szCs w:val="24"/>
        </w:rPr>
        <w:t xml:space="preserve">Konwersatorium: </w:t>
      </w:r>
      <w:r w:rsidRPr="004308B8">
        <w:rPr>
          <w:rFonts w:ascii="Corbel" w:hAnsi="Corbel"/>
          <w:b w:val="0"/>
          <w:smallCaps w:val="0"/>
          <w:szCs w:val="24"/>
        </w:rPr>
        <w:t>analiza tekstów z dyskusją, analiza przypadków, analiza i interpretacja tekstów źródłowych oraz wybranych orzeczeń, dyskusja.</w:t>
      </w:r>
    </w:p>
    <w:p w14:paraId="0EF8EF21" w14:textId="77777777" w:rsidR="00E960BB" w:rsidRPr="004308B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FA7C22" w14:textId="77777777" w:rsidR="0085747A" w:rsidRPr="004308B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308B8">
        <w:rPr>
          <w:rFonts w:ascii="Corbel" w:hAnsi="Corbel"/>
          <w:smallCaps w:val="0"/>
          <w:szCs w:val="24"/>
        </w:rPr>
        <w:t xml:space="preserve">4. </w:t>
      </w:r>
      <w:r w:rsidR="0085747A" w:rsidRPr="004308B8">
        <w:rPr>
          <w:rFonts w:ascii="Corbel" w:hAnsi="Corbel"/>
          <w:smallCaps w:val="0"/>
          <w:szCs w:val="24"/>
        </w:rPr>
        <w:t>METODY I KRYTERIA OCENY</w:t>
      </w:r>
      <w:r w:rsidR="009F4610" w:rsidRPr="004308B8">
        <w:rPr>
          <w:rFonts w:ascii="Corbel" w:hAnsi="Corbel"/>
          <w:smallCaps w:val="0"/>
          <w:szCs w:val="24"/>
        </w:rPr>
        <w:t xml:space="preserve"> </w:t>
      </w:r>
    </w:p>
    <w:p w14:paraId="6A791890" w14:textId="77777777" w:rsidR="00923D7D" w:rsidRPr="004308B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B04206" w14:textId="2D33CD78" w:rsidR="0085747A" w:rsidRPr="004308B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08B8">
        <w:rPr>
          <w:rFonts w:ascii="Corbel" w:hAnsi="Corbel"/>
          <w:smallCaps w:val="0"/>
          <w:szCs w:val="24"/>
        </w:rPr>
        <w:t>4.1</w:t>
      </w:r>
      <w:r w:rsidR="00471935">
        <w:rPr>
          <w:rFonts w:ascii="Corbel" w:hAnsi="Corbel"/>
          <w:smallCaps w:val="0"/>
          <w:szCs w:val="24"/>
        </w:rPr>
        <w:t>.</w:t>
      </w:r>
      <w:r w:rsidRPr="004308B8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4308B8">
        <w:rPr>
          <w:rFonts w:ascii="Corbel" w:hAnsi="Corbel"/>
          <w:smallCaps w:val="0"/>
          <w:szCs w:val="24"/>
        </w:rPr>
        <w:t>uczenia się</w:t>
      </w:r>
    </w:p>
    <w:p w14:paraId="7EE1C7BA" w14:textId="77777777" w:rsidR="0085747A" w:rsidRPr="004308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308B8" w:rsidRPr="004308B8" w14:paraId="1A117685" w14:textId="77777777" w:rsidTr="00A41655">
        <w:tc>
          <w:tcPr>
            <w:tcW w:w="1962" w:type="dxa"/>
            <w:vAlign w:val="center"/>
          </w:tcPr>
          <w:p w14:paraId="36B82BD3" w14:textId="77777777" w:rsidR="0085747A" w:rsidRPr="004308B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75FDDD" w14:textId="77777777" w:rsidR="0085747A" w:rsidRPr="004308B8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r w:rsidR="00A41655" w:rsidRPr="004308B8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</w:p>
          <w:p w14:paraId="1398FAAE" w14:textId="77777777" w:rsidR="0085747A" w:rsidRPr="004308B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4308B8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D58E32" w14:textId="77777777" w:rsidR="00923D7D" w:rsidRPr="004308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BCFBB8" w14:textId="77777777" w:rsidR="0085747A" w:rsidRPr="004308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308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308B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308B8" w:rsidRPr="004308B8" w14:paraId="5C168A8C" w14:textId="77777777" w:rsidTr="00A41655">
        <w:tc>
          <w:tcPr>
            <w:tcW w:w="1962" w:type="dxa"/>
          </w:tcPr>
          <w:p w14:paraId="2AFC9A65" w14:textId="379AAE02" w:rsidR="00DE1049" w:rsidRPr="004308B8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308B8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7BBD282" w14:textId="367553CD" w:rsidR="00DE1049" w:rsidRPr="004308B8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>zaliczenie z oceną w formie ustnej lub pisemnej</w:t>
            </w:r>
            <w:r w:rsidR="000723AC" w:rsidRPr="004308B8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3B879972" w14:textId="77777777" w:rsidR="00DE1049" w:rsidRPr="004308B8" w:rsidRDefault="00EB163A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308B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41655" w:rsidRPr="004308B8">
              <w:rPr>
                <w:rFonts w:ascii="Corbel" w:hAnsi="Corbel"/>
                <w:b w:val="0"/>
                <w:smallCaps w:val="0"/>
                <w:szCs w:val="24"/>
              </w:rPr>
              <w:t>onw</w:t>
            </w:r>
            <w:proofErr w:type="spellEnd"/>
            <w:r w:rsidRPr="004308B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067E9A" w:rsidRPr="004308B8" w14:paraId="4B5319C2" w14:textId="77777777" w:rsidTr="00A41655">
        <w:tc>
          <w:tcPr>
            <w:tcW w:w="1962" w:type="dxa"/>
          </w:tcPr>
          <w:p w14:paraId="67CDF86B" w14:textId="4412426A" w:rsidR="00067E9A" w:rsidRPr="004308B8" w:rsidRDefault="00067E9A" w:rsidP="00067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308B8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3C01FB9" w14:textId="049B8760" w:rsidR="00067E9A" w:rsidRPr="004308B8" w:rsidRDefault="00067E9A" w:rsidP="00067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A78">
              <w:rPr>
                <w:rFonts w:ascii="Corbel" w:hAnsi="Corbel"/>
                <w:b w:val="0"/>
                <w:smallCaps w:val="0"/>
                <w:szCs w:val="24"/>
              </w:rPr>
              <w:t>zaliczenie z oceną w formie ustnej lub pisemnej, obserwacja w trakcie zajęć</w:t>
            </w:r>
          </w:p>
        </w:tc>
        <w:tc>
          <w:tcPr>
            <w:tcW w:w="2117" w:type="dxa"/>
          </w:tcPr>
          <w:p w14:paraId="5C8DE9E7" w14:textId="77777777" w:rsidR="00067E9A" w:rsidRPr="004308B8" w:rsidRDefault="00067E9A" w:rsidP="00067E9A">
            <w:proofErr w:type="spellStart"/>
            <w:r w:rsidRPr="004308B8">
              <w:rPr>
                <w:rFonts w:ascii="Corbel" w:hAnsi="Corbel"/>
                <w:szCs w:val="24"/>
              </w:rPr>
              <w:t>k</w:t>
            </w:r>
            <w:r w:rsidRPr="004308B8">
              <w:rPr>
                <w:rFonts w:ascii="Corbel" w:hAnsi="Corbel"/>
                <w:b/>
                <w:smallCaps/>
                <w:szCs w:val="24"/>
              </w:rPr>
              <w:t>onw</w:t>
            </w:r>
            <w:proofErr w:type="spellEnd"/>
          </w:p>
        </w:tc>
      </w:tr>
      <w:tr w:rsidR="00067E9A" w:rsidRPr="004308B8" w14:paraId="2FDF3052" w14:textId="77777777" w:rsidTr="00A41655">
        <w:tc>
          <w:tcPr>
            <w:tcW w:w="1962" w:type="dxa"/>
          </w:tcPr>
          <w:p w14:paraId="4E101552" w14:textId="0B8AC57C" w:rsidR="00067E9A" w:rsidRPr="004308B8" w:rsidRDefault="00067E9A" w:rsidP="00067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308B8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A0ECF91" w14:textId="20346B71" w:rsidR="00067E9A" w:rsidRPr="004308B8" w:rsidRDefault="00067E9A" w:rsidP="00067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A78">
              <w:rPr>
                <w:rFonts w:ascii="Corbel" w:hAnsi="Corbel"/>
                <w:b w:val="0"/>
                <w:smallCaps w:val="0"/>
                <w:szCs w:val="24"/>
              </w:rPr>
              <w:t>zaliczenie z oceną w formie ustnej lub pisemnej, obserwacja w trakcie zajęć</w:t>
            </w:r>
          </w:p>
        </w:tc>
        <w:tc>
          <w:tcPr>
            <w:tcW w:w="2117" w:type="dxa"/>
          </w:tcPr>
          <w:p w14:paraId="053DD348" w14:textId="77777777" w:rsidR="00067E9A" w:rsidRPr="004308B8" w:rsidRDefault="00067E9A" w:rsidP="00067E9A">
            <w:proofErr w:type="spellStart"/>
            <w:r w:rsidRPr="004308B8">
              <w:rPr>
                <w:rFonts w:ascii="Corbel" w:hAnsi="Corbel"/>
                <w:szCs w:val="24"/>
              </w:rPr>
              <w:t>k</w:t>
            </w:r>
            <w:r w:rsidRPr="004308B8">
              <w:rPr>
                <w:rFonts w:ascii="Corbel" w:hAnsi="Corbel"/>
                <w:b/>
                <w:smallCaps/>
                <w:szCs w:val="24"/>
              </w:rPr>
              <w:t>onw</w:t>
            </w:r>
            <w:proofErr w:type="spellEnd"/>
          </w:p>
        </w:tc>
      </w:tr>
      <w:tr w:rsidR="00067E9A" w:rsidRPr="004308B8" w14:paraId="1C81A285" w14:textId="77777777" w:rsidTr="00A41655">
        <w:tc>
          <w:tcPr>
            <w:tcW w:w="1962" w:type="dxa"/>
          </w:tcPr>
          <w:p w14:paraId="204D985A" w14:textId="65C6EBE1" w:rsidR="00067E9A" w:rsidRPr="004308B8" w:rsidRDefault="00067E9A" w:rsidP="00067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308B8"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441" w:type="dxa"/>
          </w:tcPr>
          <w:p w14:paraId="5BDA7103" w14:textId="41168A8E" w:rsidR="00067E9A" w:rsidRPr="004308B8" w:rsidRDefault="00067E9A" w:rsidP="00067E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2FC">
              <w:rPr>
                <w:rFonts w:ascii="Corbel" w:hAnsi="Corbel"/>
                <w:b w:val="0"/>
                <w:smallCaps w:val="0"/>
                <w:szCs w:val="24"/>
              </w:rPr>
              <w:t>zaliczenie z oceną w formie ustnej lub pisemnej, obserwacja w trakcie zajęć</w:t>
            </w:r>
          </w:p>
        </w:tc>
        <w:tc>
          <w:tcPr>
            <w:tcW w:w="2117" w:type="dxa"/>
          </w:tcPr>
          <w:p w14:paraId="662E6265" w14:textId="77777777" w:rsidR="00067E9A" w:rsidRPr="004308B8" w:rsidRDefault="00067E9A" w:rsidP="00067E9A">
            <w:proofErr w:type="spellStart"/>
            <w:r w:rsidRPr="004308B8">
              <w:rPr>
                <w:rFonts w:ascii="Corbel" w:hAnsi="Corbel"/>
                <w:szCs w:val="24"/>
              </w:rPr>
              <w:t>k</w:t>
            </w:r>
            <w:r w:rsidRPr="004308B8">
              <w:rPr>
                <w:rFonts w:ascii="Corbel" w:hAnsi="Corbel"/>
                <w:b/>
                <w:smallCaps/>
                <w:szCs w:val="24"/>
              </w:rPr>
              <w:t>onw</w:t>
            </w:r>
            <w:proofErr w:type="spellEnd"/>
          </w:p>
        </w:tc>
      </w:tr>
      <w:tr w:rsidR="00067E9A" w:rsidRPr="004308B8" w14:paraId="033786C6" w14:textId="77777777" w:rsidTr="00A41655">
        <w:tc>
          <w:tcPr>
            <w:tcW w:w="1962" w:type="dxa"/>
          </w:tcPr>
          <w:p w14:paraId="34449C63" w14:textId="1B53FBAB" w:rsidR="00067E9A" w:rsidRPr="004308B8" w:rsidRDefault="00067E9A" w:rsidP="00067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308B8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7305429" w14:textId="3D0BB21D" w:rsidR="00067E9A" w:rsidRPr="004308B8" w:rsidRDefault="00067E9A" w:rsidP="00067E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2FC">
              <w:rPr>
                <w:rFonts w:ascii="Corbel" w:hAnsi="Corbel"/>
                <w:b w:val="0"/>
                <w:smallCaps w:val="0"/>
                <w:szCs w:val="24"/>
              </w:rPr>
              <w:t>zaliczenie z oceną w formie ustnej lub pisemnej, obserwacja w trakcie zajęć</w:t>
            </w:r>
          </w:p>
        </w:tc>
        <w:tc>
          <w:tcPr>
            <w:tcW w:w="2117" w:type="dxa"/>
          </w:tcPr>
          <w:p w14:paraId="24198CB3" w14:textId="77777777" w:rsidR="00067E9A" w:rsidRPr="004308B8" w:rsidRDefault="00067E9A" w:rsidP="00067E9A">
            <w:proofErr w:type="spellStart"/>
            <w:r w:rsidRPr="004308B8">
              <w:rPr>
                <w:rFonts w:ascii="Corbel" w:hAnsi="Corbel"/>
                <w:szCs w:val="24"/>
              </w:rPr>
              <w:t>k</w:t>
            </w:r>
            <w:r w:rsidRPr="004308B8">
              <w:rPr>
                <w:rFonts w:ascii="Corbel" w:hAnsi="Corbel"/>
                <w:b/>
                <w:smallCaps/>
                <w:szCs w:val="24"/>
              </w:rPr>
              <w:t>onw</w:t>
            </w:r>
            <w:proofErr w:type="spellEnd"/>
          </w:p>
        </w:tc>
      </w:tr>
      <w:tr w:rsidR="00067E9A" w:rsidRPr="004308B8" w14:paraId="3D56EBE5" w14:textId="77777777" w:rsidTr="00A41655">
        <w:tc>
          <w:tcPr>
            <w:tcW w:w="1962" w:type="dxa"/>
          </w:tcPr>
          <w:p w14:paraId="043A01F2" w14:textId="7FEA9C4B" w:rsidR="00067E9A" w:rsidRPr="004308B8" w:rsidRDefault="00067E9A" w:rsidP="00067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308B8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069543E" w14:textId="5BBE27CA" w:rsidR="00067E9A" w:rsidRPr="004308B8" w:rsidRDefault="00067E9A" w:rsidP="00067E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2FC">
              <w:rPr>
                <w:rFonts w:ascii="Corbel" w:hAnsi="Corbel"/>
                <w:b w:val="0"/>
                <w:smallCaps w:val="0"/>
                <w:szCs w:val="24"/>
              </w:rPr>
              <w:t>zaliczenie z oceną w formie ustnej lub pisemnej, obserwacja w trakcie zajęć</w:t>
            </w:r>
          </w:p>
        </w:tc>
        <w:tc>
          <w:tcPr>
            <w:tcW w:w="2117" w:type="dxa"/>
          </w:tcPr>
          <w:p w14:paraId="23D1A941" w14:textId="77777777" w:rsidR="00067E9A" w:rsidRPr="004308B8" w:rsidRDefault="00067E9A" w:rsidP="00067E9A">
            <w:proofErr w:type="spellStart"/>
            <w:r w:rsidRPr="004308B8">
              <w:rPr>
                <w:rFonts w:ascii="Corbel" w:hAnsi="Corbel"/>
                <w:szCs w:val="24"/>
              </w:rPr>
              <w:t>k</w:t>
            </w:r>
            <w:r w:rsidRPr="004308B8">
              <w:rPr>
                <w:rFonts w:ascii="Corbel" w:hAnsi="Corbel"/>
                <w:b/>
                <w:smallCaps/>
                <w:szCs w:val="24"/>
              </w:rPr>
              <w:t>onw</w:t>
            </w:r>
            <w:proofErr w:type="spellEnd"/>
          </w:p>
        </w:tc>
      </w:tr>
      <w:tr w:rsidR="00067E9A" w:rsidRPr="004308B8" w14:paraId="239128DB" w14:textId="77777777" w:rsidTr="00A41655">
        <w:tc>
          <w:tcPr>
            <w:tcW w:w="1962" w:type="dxa"/>
          </w:tcPr>
          <w:p w14:paraId="4AA47C65" w14:textId="667AECE5" w:rsidR="00067E9A" w:rsidRPr="004308B8" w:rsidRDefault="00067E9A" w:rsidP="00067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308B8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344FE1E" w14:textId="6476FE1E" w:rsidR="00067E9A" w:rsidRPr="004308B8" w:rsidRDefault="00067E9A" w:rsidP="00067E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2FC">
              <w:rPr>
                <w:rFonts w:ascii="Corbel" w:hAnsi="Corbel"/>
                <w:b w:val="0"/>
                <w:smallCaps w:val="0"/>
                <w:szCs w:val="24"/>
              </w:rPr>
              <w:t>zaliczenie z oceną w formie ustnej lub pisemnej, obserwacja w trakcie zajęć</w:t>
            </w:r>
          </w:p>
        </w:tc>
        <w:tc>
          <w:tcPr>
            <w:tcW w:w="2117" w:type="dxa"/>
          </w:tcPr>
          <w:p w14:paraId="28D58D0E" w14:textId="77777777" w:rsidR="00067E9A" w:rsidRPr="004308B8" w:rsidRDefault="00067E9A" w:rsidP="00067E9A">
            <w:proofErr w:type="spellStart"/>
            <w:r w:rsidRPr="004308B8">
              <w:rPr>
                <w:rFonts w:ascii="Corbel" w:hAnsi="Corbel"/>
                <w:szCs w:val="24"/>
              </w:rPr>
              <w:t>k</w:t>
            </w:r>
            <w:r w:rsidRPr="004308B8">
              <w:rPr>
                <w:rFonts w:ascii="Corbel" w:hAnsi="Corbel"/>
                <w:b/>
                <w:smallCaps/>
                <w:szCs w:val="24"/>
              </w:rPr>
              <w:t>onw</w:t>
            </w:r>
            <w:proofErr w:type="spellEnd"/>
          </w:p>
        </w:tc>
      </w:tr>
      <w:tr w:rsidR="00067E9A" w:rsidRPr="004308B8" w14:paraId="2EE3080F" w14:textId="77777777" w:rsidTr="00A41655">
        <w:tc>
          <w:tcPr>
            <w:tcW w:w="1962" w:type="dxa"/>
          </w:tcPr>
          <w:p w14:paraId="12D91A13" w14:textId="77777777" w:rsidR="00067E9A" w:rsidRPr="004308B8" w:rsidRDefault="00067E9A" w:rsidP="00067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308B8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14:paraId="2DCA0D71" w14:textId="44EBD71E" w:rsidR="00067E9A" w:rsidRPr="004308B8" w:rsidRDefault="00067E9A" w:rsidP="00067E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2FC">
              <w:rPr>
                <w:rFonts w:ascii="Corbel" w:hAnsi="Corbel"/>
                <w:b w:val="0"/>
                <w:smallCaps w:val="0"/>
                <w:szCs w:val="24"/>
              </w:rPr>
              <w:t>zaliczenie z oceną w formie ustnej lub pisemnej, obserwacja w trakcie zajęć</w:t>
            </w:r>
          </w:p>
        </w:tc>
        <w:tc>
          <w:tcPr>
            <w:tcW w:w="2117" w:type="dxa"/>
          </w:tcPr>
          <w:p w14:paraId="3B7266EB" w14:textId="77777777" w:rsidR="00067E9A" w:rsidRPr="004308B8" w:rsidRDefault="00067E9A" w:rsidP="00067E9A">
            <w:proofErr w:type="spellStart"/>
            <w:r w:rsidRPr="004308B8">
              <w:rPr>
                <w:rFonts w:ascii="Corbel" w:hAnsi="Corbel"/>
                <w:szCs w:val="24"/>
              </w:rPr>
              <w:t>k</w:t>
            </w:r>
            <w:r w:rsidRPr="004308B8">
              <w:rPr>
                <w:rFonts w:ascii="Corbel" w:hAnsi="Corbel"/>
                <w:b/>
                <w:smallCaps/>
                <w:szCs w:val="24"/>
              </w:rPr>
              <w:t>onw</w:t>
            </w:r>
            <w:proofErr w:type="spellEnd"/>
          </w:p>
        </w:tc>
      </w:tr>
    </w:tbl>
    <w:p w14:paraId="56B8F440" w14:textId="77777777" w:rsidR="00923D7D" w:rsidRPr="004308B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F1C10" w14:textId="0A86D265" w:rsidR="0085747A" w:rsidRPr="004308B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08B8">
        <w:rPr>
          <w:rFonts w:ascii="Corbel" w:hAnsi="Corbel"/>
          <w:smallCaps w:val="0"/>
          <w:szCs w:val="24"/>
        </w:rPr>
        <w:t>4</w:t>
      </w:r>
      <w:r w:rsidR="00471935">
        <w:rPr>
          <w:rFonts w:ascii="Corbel" w:hAnsi="Corbel"/>
          <w:smallCaps w:val="0"/>
          <w:szCs w:val="24"/>
        </w:rPr>
        <w:t>.</w:t>
      </w:r>
      <w:r w:rsidRPr="004308B8">
        <w:rPr>
          <w:rFonts w:ascii="Corbel" w:hAnsi="Corbel"/>
          <w:smallCaps w:val="0"/>
          <w:szCs w:val="24"/>
        </w:rPr>
        <w:t>2</w:t>
      </w:r>
      <w:r w:rsidR="00073A7C">
        <w:rPr>
          <w:rFonts w:ascii="Corbel" w:hAnsi="Corbel"/>
          <w:smallCaps w:val="0"/>
          <w:szCs w:val="24"/>
        </w:rPr>
        <w:t>.</w:t>
      </w:r>
      <w:r w:rsidRPr="004308B8">
        <w:rPr>
          <w:rFonts w:ascii="Corbel" w:hAnsi="Corbel"/>
          <w:smallCaps w:val="0"/>
          <w:szCs w:val="24"/>
        </w:rPr>
        <w:t xml:space="preserve"> </w:t>
      </w:r>
      <w:r w:rsidR="0085747A" w:rsidRPr="004308B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308B8">
        <w:rPr>
          <w:rFonts w:ascii="Corbel" w:hAnsi="Corbel"/>
          <w:smallCaps w:val="0"/>
          <w:szCs w:val="24"/>
        </w:rPr>
        <w:t xml:space="preserve"> </w:t>
      </w:r>
    </w:p>
    <w:p w14:paraId="776438FF" w14:textId="77777777" w:rsidR="00923D7D" w:rsidRPr="004308B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08B8" w14:paraId="7864C488" w14:textId="77777777" w:rsidTr="00923D7D">
        <w:tc>
          <w:tcPr>
            <w:tcW w:w="9670" w:type="dxa"/>
          </w:tcPr>
          <w:p w14:paraId="5AEB8EC3" w14:textId="77777777" w:rsidR="00EB163A" w:rsidRPr="004308B8" w:rsidRDefault="00EB163A" w:rsidP="00471935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>W przypadku konwersatorium – frekwencja na ćwiczeniach ustalana na podstawie listy obecności, aktywność, wyniki ustalane na podstawie pisemnych prac studentów lub ustnej odpowiedzi, obserwacja w trakcie zajęć, gdzie ocena pozytywna osiągana jest w przypadku uzyskania ponad 50% poprawnych odpowiedzi.</w:t>
            </w:r>
          </w:p>
          <w:p w14:paraId="19D0C00F" w14:textId="77777777" w:rsidR="0085747A" w:rsidRPr="004308B8" w:rsidRDefault="00EB163A" w:rsidP="00471935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</w:tc>
      </w:tr>
    </w:tbl>
    <w:p w14:paraId="4CD48161" w14:textId="77777777" w:rsidR="0085747A" w:rsidRPr="004308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43657" w14:textId="77777777" w:rsidR="009F4610" w:rsidRPr="004308B8" w:rsidRDefault="0085747A" w:rsidP="00471935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4308B8">
        <w:rPr>
          <w:rFonts w:ascii="Corbel" w:hAnsi="Corbel"/>
          <w:b/>
          <w:sz w:val="24"/>
          <w:szCs w:val="24"/>
        </w:rPr>
        <w:t xml:space="preserve">5. </w:t>
      </w:r>
      <w:r w:rsidR="00C61DC5" w:rsidRPr="004308B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5561BF" w14:textId="77777777" w:rsidR="0085747A" w:rsidRPr="004308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4308B8" w:rsidRPr="004308B8" w14:paraId="12DA2D01" w14:textId="77777777" w:rsidTr="00471935">
        <w:tc>
          <w:tcPr>
            <w:tcW w:w="5274" w:type="dxa"/>
            <w:vAlign w:val="center"/>
          </w:tcPr>
          <w:p w14:paraId="7E93DACA" w14:textId="77777777" w:rsidR="0085747A" w:rsidRPr="004308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08B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308B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308B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093D61B6" w14:textId="77777777" w:rsidR="0085747A" w:rsidRPr="004308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08B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308B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308B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308B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308B8" w:rsidRPr="004308B8" w14:paraId="2836F29E" w14:textId="77777777" w:rsidTr="00471935">
        <w:tc>
          <w:tcPr>
            <w:tcW w:w="5274" w:type="dxa"/>
          </w:tcPr>
          <w:p w14:paraId="56FD4771" w14:textId="77777777" w:rsidR="0085747A" w:rsidRPr="004308B8" w:rsidRDefault="00853F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246" w:type="dxa"/>
          </w:tcPr>
          <w:p w14:paraId="4DAAB036" w14:textId="1D16C0A9" w:rsidR="0085747A" w:rsidRPr="004308B8" w:rsidRDefault="00EB163A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 xml:space="preserve">Konwersatorium – </w:t>
            </w:r>
            <w:r w:rsidR="00067E9A">
              <w:rPr>
                <w:rFonts w:ascii="Corbel" w:hAnsi="Corbel"/>
                <w:sz w:val="24"/>
                <w:szCs w:val="24"/>
              </w:rPr>
              <w:t>15</w:t>
            </w:r>
            <w:r w:rsidRPr="004308B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4308B8" w:rsidRPr="004308B8" w14:paraId="58D919B7" w14:textId="77777777" w:rsidTr="00471935">
        <w:tc>
          <w:tcPr>
            <w:tcW w:w="5274" w:type="dxa"/>
          </w:tcPr>
          <w:p w14:paraId="5F06598F" w14:textId="77777777" w:rsidR="00C61DC5" w:rsidRPr="004308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A6ABB4" w14:textId="77777777" w:rsidR="00C61DC5" w:rsidRPr="004308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4215C952" w14:textId="137BAD67" w:rsidR="00C61DC5" w:rsidRPr="004308B8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Udz</w:t>
            </w:r>
            <w:r w:rsidR="00EB163A" w:rsidRPr="004308B8">
              <w:rPr>
                <w:rFonts w:ascii="Corbel" w:hAnsi="Corbel"/>
                <w:sz w:val="24"/>
                <w:szCs w:val="24"/>
              </w:rPr>
              <w:t>iał w zaliczeniu</w:t>
            </w:r>
            <w:r w:rsidR="0024120D" w:rsidRPr="004308B8">
              <w:rPr>
                <w:rFonts w:ascii="Corbel" w:hAnsi="Corbel"/>
                <w:sz w:val="24"/>
                <w:szCs w:val="24"/>
              </w:rPr>
              <w:t xml:space="preserve"> </w:t>
            </w:r>
            <w:r w:rsidR="00EB163A" w:rsidRPr="004308B8">
              <w:rPr>
                <w:rFonts w:ascii="Corbel" w:hAnsi="Corbel"/>
                <w:sz w:val="24"/>
                <w:szCs w:val="24"/>
              </w:rPr>
              <w:t xml:space="preserve">- </w:t>
            </w:r>
            <w:r w:rsidR="00067E9A">
              <w:rPr>
                <w:rFonts w:ascii="Corbel" w:hAnsi="Corbel"/>
                <w:sz w:val="24"/>
                <w:szCs w:val="24"/>
              </w:rPr>
              <w:t>10</w:t>
            </w:r>
            <w:r w:rsidRPr="004308B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4308B8" w:rsidRPr="004308B8" w14:paraId="5E8FD6B5" w14:textId="77777777" w:rsidTr="00471935">
        <w:tc>
          <w:tcPr>
            <w:tcW w:w="5274" w:type="dxa"/>
          </w:tcPr>
          <w:p w14:paraId="1BBC73E6" w14:textId="77777777" w:rsidR="0071620A" w:rsidRPr="004308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308B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308B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7B7000B" w14:textId="77777777" w:rsidR="00C61DC5" w:rsidRPr="004308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32897665" w14:textId="79F7E767" w:rsidR="003F52FF" w:rsidRPr="004308B8" w:rsidRDefault="00EB163A" w:rsidP="006767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 xml:space="preserve">Przygotowanie do zaliczenia - </w:t>
            </w:r>
            <w:r w:rsidR="00067E9A">
              <w:rPr>
                <w:rFonts w:ascii="Corbel" w:hAnsi="Corbel"/>
                <w:sz w:val="24"/>
                <w:szCs w:val="24"/>
              </w:rPr>
              <w:t>50</w:t>
            </w:r>
            <w:r w:rsidRPr="004308B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4308B8" w:rsidRPr="004308B8" w14:paraId="679AC5EA" w14:textId="77777777" w:rsidTr="00471935">
        <w:trPr>
          <w:trHeight w:val="379"/>
        </w:trPr>
        <w:tc>
          <w:tcPr>
            <w:tcW w:w="5274" w:type="dxa"/>
          </w:tcPr>
          <w:p w14:paraId="4F2CCBAC" w14:textId="77777777" w:rsidR="0085747A" w:rsidRPr="004308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08B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048E713C" w14:textId="335DC1BF" w:rsidR="0085747A" w:rsidRPr="004308B8" w:rsidRDefault="00067E9A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  <w:r w:rsidR="00676775" w:rsidRPr="004308B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4308B8" w:rsidRPr="004308B8" w14:paraId="2CF397A7" w14:textId="77777777" w:rsidTr="00471935">
        <w:trPr>
          <w:trHeight w:val="379"/>
        </w:trPr>
        <w:tc>
          <w:tcPr>
            <w:tcW w:w="5274" w:type="dxa"/>
          </w:tcPr>
          <w:p w14:paraId="37A787E9" w14:textId="77777777" w:rsidR="0085747A" w:rsidRPr="004308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308B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3115D0AF" w14:textId="2A3C3C18" w:rsidR="0085747A" w:rsidRPr="004308B8" w:rsidRDefault="00067E9A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80D9F7D" w14:textId="77777777" w:rsidR="0085747A" w:rsidRPr="004308B8" w:rsidRDefault="00923D7D" w:rsidP="00471935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4308B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308B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DAC2C44" w14:textId="77777777" w:rsidR="003E1941" w:rsidRPr="004308B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B0CD6" w14:textId="77777777" w:rsidR="0085747A" w:rsidRPr="004308B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08B8">
        <w:rPr>
          <w:rFonts w:ascii="Corbel" w:hAnsi="Corbel"/>
          <w:smallCaps w:val="0"/>
          <w:szCs w:val="24"/>
        </w:rPr>
        <w:t xml:space="preserve">6. </w:t>
      </w:r>
      <w:r w:rsidR="0085747A" w:rsidRPr="004308B8">
        <w:rPr>
          <w:rFonts w:ascii="Corbel" w:hAnsi="Corbel"/>
          <w:smallCaps w:val="0"/>
          <w:szCs w:val="24"/>
        </w:rPr>
        <w:t>PRAKTYKI ZAWO</w:t>
      </w:r>
      <w:r w:rsidR="00853F96" w:rsidRPr="004308B8">
        <w:rPr>
          <w:rFonts w:ascii="Corbel" w:hAnsi="Corbel"/>
          <w:smallCaps w:val="0"/>
          <w:szCs w:val="24"/>
        </w:rPr>
        <w:t>DOWE W RAMACH PRZEDMIOTU</w:t>
      </w:r>
    </w:p>
    <w:p w14:paraId="5B98494E" w14:textId="77777777" w:rsidR="0085747A" w:rsidRPr="004308B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4308B8" w:rsidRPr="004308B8" w14:paraId="5FBD3E2C" w14:textId="77777777" w:rsidTr="00471935">
        <w:trPr>
          <w:trHeight w:val="397"/>
        </w:trPr>
        <w:tc>
          <w:tcPr>
            <w:tcW w:w="3856" w:type="dxa"/>
          </w:tcPr>
          <w:p w14:paraId="7C410DD3" w14:textId="77777777" w:rsidR="00275C2A" w:rsidRPr="004308B8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  <w:tcBorders>
              <w:tr2bl w:val="single" w:sz="4" w:space="0" w:color="auto"/>
            </w:tcBorders>
          </w:tcPr>
          <w:p w14:paraId="66BC4558" w14:textId="77777777" w:rsidR="00275C2A" w:rsidRPr="004308B8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75C2A" w:rsidRPr="004308B8" w14:paraId="5321596C" w14:textId="77777777" w:rsidTr="00471935">
        <w:trPr>
          <w:trHeight w:val="397"/>
        </w:trPr>
        <w:tc>
          <w:tcPr>
            <w:tcW w:w="3856" w:type="dxa"/>
          </w:tcPr>
          <w:p w14:paraId="7A070BD3" w14:textId="77777777" w:rsidR="00275C2A" w:rsidRPr="004308B8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08B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  <w:tcBorders>
              <w:tr2bl w:val="single" w:sz="4" w:space="0" w:color="auto"/>
            </w:tcBorders>
          </w:tcPr>
          <w:p w14:paraId="7B5DA8CA" w14:textId="77777777" w:rsidR="00275C2A" w:rsidRPr="004308B8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7070CE" w14:textId="77777777" w:rsidR="003E1941" w:rsidRPr="004308B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A4703F" w14:textId="77777777" w:rsidR="0085747A" w:rsidRPr="004308B8" w:rsidRDefault="00A4165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08B8">
        <w:rPr>
          <w:rFonts w:ascii="Corbel" w:hAnsi="Corbel"/>
          <w:smallCaps w:val="0"/>
          <w:szCs w:val="24"/>
        </w:rPr>
        <w:br w:type="column"/>
      </w:r>
      <w:r w:rsidR="00675843" w:rsidRPr="004308B8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4308B8">
        <w:rPr>
          <w:rFonts w:ascii="Corbel" w:hAnsi="Corbel"/>
          <w:smallCaps w:val="0"/>
          <w:szCs w:val="24"/>
        </w:rPr>
        <w:t>LITERATURA</w:t>
      </w:r>
      <w:r w:rsidR="00675843" w:rsidRPr="004308B8">
        <w:rPr>
          <w:rFonts w:ascii="Corbel" w:hAnsi="Corbel"/>
          <w:smallCaps w:val="0"/>
          <w:szCs w:val="24"/>
        </w:rPr>
        <w:t xml:space="preserve"> </w:t>
      </w:r>
    </w:p>
    <w:p w14:paraId="6C72D975" w14:textId="77777777" w:rsidR="00675843" w:rsidRPr="004308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308B8" w:rsidRPr="004308B8" w14:paraId="31A40A62" w14:textId="77777777" w:rsidTr="0071620A">
        <w:trPr>
          <w:trHeight w:val="397"/>
        </w:trPr>
        <w:tc>
          <w:tcPr>
            <w:tcW w:w="7513" w:type="dxa"/>
          </w:tcPr>
          <w:p w14:paraId="0D0D3CAB" w14:textId="77777777" w:rsidR="0085747A" w:rsidRPr="004308B8" w:rsidRDefault="0085747A" w:rsidP="00471935">
            <w:pPr>
              <w:pStyle w:val="Punktygwne"/>
              <w:spacing w:before="120" w:after="0"/>
              <w:rPr>
                <w:rFonts w:ascii="Corbel" w:hAnsi="Corbel"/>
                <w:smallCaps w:val="0"/>
                <w:szCs w:val="24"/>
              </w:rPr>
            </w:pPr>
            <w:r w:rsidRPr="004308B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F93BC69" w14:textId="77777777" w:rsidR="004308B8" w:rsidRPr="004308B8" w:rsidRDefault="004308B8" w:rsidP="00471935">
            <w:pPr>
              <w:pStyle w:val="Akapitzlist"/>
              <w:numPr>
                <w:ilvl w:val="0"/>
                <w:numId w:val="4"/>
              </w:numPr>
              <w:spacing w:before="120" w:after="0" w:line="240" w:lineRule="auto"/>
              <w:ind w:hanging="332"/>
              <w:contextualSpacing w:val="0"/>
              <w:rPr>
                <w:rFonts w:ascii="Corbel" w:eastAsia="Cambria" w:hAnsi="Corbel"/>
              </w:rPr>
            </w:pPr>
            <w:r w:rsidRPr="004308B8">
              <w:rPr>
                <w:rFonts w:ascii="Corbel" w:eastAsia="Cambria" w:hAnsi="Corbel"/>
              </w:rPr>
              <w:t xml:space="preserve">M. Górski (red.), Prawo ochrony środowiska, Wolters Kluwer, </w:t>
            </w:r>
            <w:proofErr w:type="spellStart"/>
            <w:r w:rsidRPr="004308B8">
              <w:rPr>
                <w:rFonts w:ascii="Corbel" w:eastAsia="Cambria" w:hAnsi="Corbel"/>
              </w:rPr>
              <w:t>Wyd</w:t>
            </w:r>
            <w:proofErr w:type="spellEnd"/>
            <w:r w:rsidRPr="004308B8">
              <w:rPr>
                <w:rFonts w:ascii="Corbel" w:eastAsia="Cambria" w:hAnsi="Corbel"/>
              </w:rPr>
              <w:t xml:space="preserve"> 4, 2021.</w:t>
            </w:r>
          </w:p>
          <w:p w14:paraId="51AFD2FF" w14:textId="77777777" w:rsidR="004308B8" w:rsidRPr="004308B8" w:rsidRDefault="004308B8" w:rsidP="00471935">
            <w:pPr>
              <w:numPr>
                <w:ilvl w:val="0"/>
                <w:numId w:val="4"/>
              </w:numPr>
              <w:spacing w:after="0" w:line="240" w:lineRule="auto"/>
              <w:ind w:hanging="332"/>
              <w:rPr>
                <w:rFonts w:ascii="Corbel" w:eastAsia="Cambria" w:hAnsi="Corbel"/>
              </w:rPr>
            </w:pPr>
            <w:r w:rsidRPr="004308B8">
              <w:rPr>
                <w:rFonts w:ascii="Corbel" w:eastAsia="Cambria" w:hAnsi="Corbel"/>
              </w:rPr>
              <w:t>B. Rakoczy, B. Wierzbowski, Prawo ochrony środowiska. Zagadnienia podstawowe, Wolters Kluwer Polska, Wydanie 8,  2023,</w:t>
            </w:r>
          </w:p>
          <w:p w14:paraId="3EADEE84" w14:textId="76529EEA" w:rsidR="00ED0422" w:rsidRPr="00471935" w:rsidRDefault="004308B8" w:rsidP="00471935">
            <w:pPr>
              <w:numPr>
                <w:ilvl w:val="0"/>
                <w:numId w:val="4"/>
              </w:numPr>
              <w:spacing w:after="120" w:line="240" w:lineRule="auto"/>
              <w:ind w:left="409" w:hanging="335"/>
              <w:rPr>
                <w:rFonts w:ascii="Corbel" w:eastAsia="Cambria" w:hAnsi="Corbel"/>
              </w:rPr>
            </w:pPr>
            <w:r w:rsidRPr="004308B8">
              <w:rPr>
                <w:rFonts w:ascii="Corbel" w:eastAsia="Cambria" w:hAnsi="Corbel"/>
              </w:rPr>
              <w:t>J. Boć, K. Nowacki, E. Samborska-Boć, Ochrona środowiska, Wydanie VIII, Wrocław 2008,</w:t>
            </w:r>
          </w:p>
        </w:tc>
      </w:tr>
      <w:tr w:rsidR="004308B8" w:rsidRPr="004308B8" w14:paraId="1A6A36BB" w14:textId="77777777" w:rsidTr="0071620A">
        <w:trPr>
          <w:trHeight w:val="397"/>
        </w:trPr>
        <w:tc>
          <w:tcPr>
            <w:tcW w:w="7513" w:type="dxa"/>
          </w:tcPr>
          <w:p w14:paraId="7D2F0F90" w14:textId="77777777" w:rsidR="00647A03" w:rsidRPr="004308B8" w:rsidRDefault="00647A03" w:rsidP="00471935">
            <w:pPr>
              <w:pStyle w:val="Punktygwne"/>
              <w:spacing w:before="120" w:after="0"/>
              <w:rPr>
                <w:rFonts w:ascii="Corbel" w:hAnsi="Corbel"/>
                <w:smallCaps w:val="0"/>
                <w:szCs w:val="24"/>
              </w:rPr>
            </w:pPr>
            <w:r w:rsidRPr="004308B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D273243" w14:textId="77777777" w:rsidR="004308B8" w:rsidRPr="004308B8" w:rsidRDefault="004308B8" w:rsidP="00471935">
            <w:pPr>
              <w:numPr>
                <w:ilvl w:val="0"/>
                <w:numId w:val="5"/>
              </w:numPr>
              <w:spacing w:before="120" w:after="0" w:line="240" w:lineRule="auto"/>
              <w:ind w:hanging="304"/>
              <w:rPr>
                <w:rFonts w:ascii="Corbel" w:eastAsia="Cambria" w:hAnsi="Corbel" w:cs="Times-Roman"/>
                <w:lang w:eastAsia="pl-PL"/>
              </w:rPr>
            </w:pPr>
            <w:r w:rsidRPr="004308B8">
              <w:rPr>
                <w:rFonts w:ascii="Corbel" w:eastAsia="Cambria" w:hAnsi="Corbel" w:cs="Times-Roman"/>
                <w:lang w:eastAsia="pl-PL"/>
              </w:rPr>
              <w:t>A. Barczak, P. Korzeniowski (red.), Administracja a środowisko, Szczecin 2018,</w:t>
            </w:r>
          </w:p>
          <w:p w14:paraId="33BFDB61" w14:textId="77777777" w:rsidR="004308B8" w:rsidRPr="004308B8" w:rsidRDefault="004308B8" w:rsidP="00471935">
            <w:pPr>
              <w:numPr>
                <w:ilvl w:val="0"/>
                <w:numId w:val="5"/>
              </w:numPr>
              <w:spacing w:after="0" w:line="240" w:lineRule="auto"/>
              <w:ind w:hanging="304"/>
              <w:rPr>
                <w:rFonts w:ascii="Corbel" w:eastAsia="Cambria" w:hAnsi="Corbel" w:cs="Times-Roman"/>
                <w:lang w:eastAsia="pl-PL"/>
              </w:rPr>
            </w:pPr>
            <w:r w:rsidRPr="004308B8">
              <w:rPr>
                <w:rFonts w:ascii="Corbel" w:eastAsia="Cambria" w:hAnsi="Corbel" w:cs="Times-Roman"/>
                <w:lang w:eastAsia="pl-PL"/>
              </w:rPr>
              <w:t>E. Ura, S. Pieprzny, Problemy współczesnej administracji w Polsce, Rzeszów 2016,</w:t>
            </w:r>
          </w:p>
          <w:p w14:paraId="624FE410" w14:textId="77777777" w:rsidR="004308B8" w:rsidRPr="004308B8" w:rsidRDefault="004308B8" w:rsidP="00471935">
            <w:pPr>
              <w:numPr>
                <w:ilvl w:val="0"/>
                <w:numId w:val="5"/>
              </w:numPr>
              <w:spacing w:after="0" w:line="240" w:lineRule="auto"/>
              <w:ind w:hanging="304"/>
              <w:rPr>
                <w:rFonts w:ascii="Corbel" w:eastAsia="Cambria" w:hAnsi="Corbel" w:cs="Times-Roman"/>
                <w:lang w:eastAsia="pl-PL"/>
              </w:rPr>
            </w:pPr>
            <w:r w:rsidRPr="004308B8">
              <w:rPr>
                <w:rFonts w:ascii="Corbel" w:eastAsia="Cambria" w:hAnsi="Corbel" w:cs="Times-Roman"/>
                <w:lang w:eastAsia="pl-PL"/>
              </w:rPr>
              <w:t>E. Ura, J. Stelmasiak, S. Pieprzny, Ocena modelu prawnego organizacji ochrony środowiska w Polsce i na Słowacji: praca zbiorowa, Rzeszów 2012,</w:t>
            </w:r>
          </w:p>
          <w:p w14:paraId="2DED331F" w14:textId="77777777" w:rsidR="004308B8" w:rsidRPr="004308B8" w:rsidRDefault="004308B8" w:rsidP="00471935">
            <w:pPr>
              <w:numPr>
                <w:ilvl w:val="0"/>
                <w:numId w:val="5"/>
              </w:numPr>
              <w:spacing w:after="0" w:line="240" w:lineRule="auto"/>
              <w:ind w:hanging="304"/>
              <w:rPr>
                <w:rFonts w:ascii="Corbel" w:eastAsia="Cambria" w:hAnsi="Corbel" w:cs="Times-Roman"/>
                <w:lang w:eastAsia="pl-PL"/>
              </w:rPr>
            </w:pPr>
            <w:r w:rsidRPr="004308B8">
              <w:rPr>
                <w:rFonts w:ascii="Corbel" w:eastAsia="Cambria" w:hAnsi="Corbel" w:cs="Times-Roman"/>
                <w:lang w:eastAsia="pl-PL"/>
              </w:rPr>
              <w:t xml:space="preserve">J. </w:t>
            </w:r>
            <w:proofErr w:type="spellStart"/>
            <w:r w:rsidRPr="004308B8">
              <w:rPr>
                <w:rFonts w:ascii="Corbel" w:eastAsia="Cambria" w:hAnsi="Corbel" w:cs="Times-Roman"/>
                <w:lang w:eastAsia="pl-PL"/>
              </w:rPr>
              <w:t>Jendrośka</w:t>
            </w:r>
            <w:proofErr w:type="spellEnd"/>
            <w:r w:rsidRPr="004308B8">
              <w:rPr>
                <w:rFonts w:ascii="Corbel" w:eastAsia="Cambria" w:hAnsi="Corbel" w:cs="Times-Roman"/>
                <w:lang w:eastAsia="pl-PL"/>
              </w:rPr>
              <w:t xml:space="preserve"> (red.), M. Bar, Z. Bukowski, J. </w:t>
            </w:r>
            <w:proofErr w:type="spellStart"/>
            <w:r w:rsidRPr="004308B8">
              <w:rPr>
                <w:rFonts w:ascii="Corbel" w:eastAsia="Cambria" w:hAnsi="Corbel" w:cs="Times-Roman"/>
                <w:lang w:eastAsia="pl-PL"/>
              </w:rPr>
              <w:t>Jerzmański</w:t>
            </w:r>
            <w:proofErr w:type="spellEnd"/>
            <w:r w:rsidRPr="004308B8">
              <w:rPr>
                <w:rFonts w:ascii="Corbel" w:eastAsia="Cambria" w:hAnsi="Corbel" w:cs="Times-Roman"/>
                <w:lang w:eastAsia="pl-PL"/>
              </w:rPr>
              <w:t xml:space="preserve">, S. Urban, Leksykon prawa ochrony środowiska, </w:t>
            </w:r>
            <w:proofErr w:type="spellStart"/>
            <w:r w:rsidRPr="004308B8">
              <w:rPr>
                <w:rFonts w:ascii="Corbel" w:eastAsia="Cambria" w:hAnsi="Corbel" w:cs="Times-Roman"/>
                <w:lang w:eastAsia="pl-PL"/>
              </w:rPr>
              <w:t>WoltersKluwer</w:t>
            </w:r>
            <w:proofErr w:type="spellEnd"/>
            <w:r w:rsidRPr="004308B8">
              <w:rPr>
                <w:rFonts w:ascii="Corbel" w:eastAsia="Cambria" w:hAnsi="Corbel" w:cs="Times-Roman"/>
                <w:lang w:eastAsia="pl-PL"/>
              </w:rPr>
              <w:t>, Warszawa 2012,</w:t>
            </w:r>
          </w:p>
          <w:p w14:paraId="7FCF0905" w14:textId="77777777" w:rsidR="004308B8" w:rsidRPr="004308B8" w:rsidRDefault="004308B8" w:rsidP="00471935">
            <w:pPr>
              <w:numPr>
                <w:ilvl w:val="0"/>
                <w:numId w:val="5"/>
              </w:numPr>
              <w:spacing w:after="0" w:line="240" w:lineRule="auto"/>
              <w:ind w:hanging="304"/>
              <w:rPr>
                <w:rFonts w:ascii="Corbel" w:eastAsia="Cambria" w:hAnsi="Corbel" w:cs="Times-Roman"/>
                <w:lang w:eastAsia="pl-PL"/>
              </w:rPr>
            </w:pPr>
            <w:r w:rsidRPr="004308B8">
              <w:rPr>
                <w:rFonts w:ascii="Corbel" w:eastAsia="Cambria" w:hAnsi="Corbel" w:cs="Times-Roman"/>
                <w:lang w:eastAsia="pl-PL"/>
              </w:rPr>
              <w:t>J. Ciechanowicz-</w:t>
            </w:r>
            <w:proofErr w:type="spellStart"/>
            <w:r w:rsidRPr="004308B8">
              <w:rPr>
                <w:rFonts w:ascii="Corbel" w:eastAsia="Cambria" w:hAnsi="Corbel" w:cs="Times-Roman"/>
                <w:lang w:eastAsia="pl-PL"/>
              </w:rPr>
              <w:t>McLean</w:t>
            </w:r>
            <w:proofErr w:type="spellEnd"/>
            <w:r w:rsidRPr="004308B8">
              <w:rPr>
                <w:rFonts w:ascii="Corbel" w:eastAsia="Cambria" w:hAnsi="Corbel" w:cs="Times-Roman"/>
                <w:lang w:eastAsia="pl-PL"/>
              </w:rPr>
              <w:t>, Prawo ochrony i zarządzania środowiskiem, Warszawa 2019,</w:t>
            </w:r>
          </w:p>
          <w:p w14:paraId="449A0013" w14:textId="77777777" w:rsidR="004308B8" w:rsidRPr="004308B8" w:rsidRDefault="004308B8" w:rsidP="00471935">
            <w:pPr>
              <w:numPr>
                <w:ilvl w:val="0"/>
                <w:numId w:val="5"/>
              </w:numPr>
              <w:spacing w:after="0" w:line="240" w:lineRule="auto"/>
              <w:ind w:hanging="304"/>
              <w:rPr>
                <w:rFonts w:ascii="Corbel" w:eastAsia="Cambria" w:hAnsi="Corbel" w:cs="Times-Roman"/>
                <w:lang w:eastAsia="pl-PL"/>
              </w:rPr>
            </w:pPr>
            <w:r w:rsidRPr="004308B8">
              <w:rPr>
                <w:rFonts w:ascii="Corbel" w:eastAsia="Cambria" w:hAnsi="Corbel" w:cs="Times-Roman"/>
                <w:lang w:eastAsia="pl-PL"/>
              </w:rPr>
              <w:t xml:space="preserve">E. </w:t>
            </w:r>
            <w:proofErr w:type="spellStart"/>
            <w:r w:rsidRPr="004308B8">
              <w:rPr>
                <w:rFonts w:ascii="Corbel" w:eastAsia="Cambria" w:hAnsi="Corbel" w:cs="Times-Roman"/>
                <w:lang w:eastAsia="pl-PL"/>
              </w:rPr>
              <w:t>Symonides</w:t>
            </w:r>
            <w:proofErr w:type="spellEnd"/>
            <w:r w:rsidRPr="004308B8">
              <w:rPr>
                <w:rFonts w:ascii="Corbel" w:eastAsia="Cambria" w:hAnsi="Corbel" w:cs="Times-Roman"/>
                <w:lang w:eastAsia="pl-PL"/>
              </w:rPr>
              <w:t>, Ochrona przyrody, Warszawa 2014,</w:t>
            </w:r>
          </w:p>
          <w:p w14:paraId="6301AB19" w14:textId="77777777" w:rsidR="004308B8" w:rsidRPr="004308B8" w:rsidRDefault="004308B8" w:rsidP="00471935">
            <w:pPr>
              <w:numPr>
                <w:ilvl w:val="0"/>
                <w:numId w:val="5"/>
              </w:numPr>
              <w:spacing w:after="0" w:line="240" w:lineRule="auto"/>
              <w:ind w:hanging="304"/>
              <w:rPr>
                <w:rFonts w:ascii="Corbel" w:eastAsia="Cambria" w:hAnsi="Corbel"/>
              </w:rPr>
            </w:pPr>
            <w:r w:rsidRPr="004308B8">
              <w:rPr>
                <w:rFonts w:ascii="Corbel" w:eastAsia="Cambria" w:hAnsi="Corbel" w:cs="Times-Roman"/>
                <w:lang w:eastAsia="pl-PL"/>
              </w:rPr>
              <w:t xml:space="preserve">M. Bar, M. Górski, J. </w:t>
            </w:r>
            <w:proofErr w:type="spellStart"/>
            <w:r w:rsidRPr="004308B8">
              <w:rPr>
                <w:rFonts w:ascii="Corbel" w:eastAsia="Cambria" w:hAnsi="Corbel" w:cs="Times-Roman"/>
                <w:lang w:eastAsia="pl-PL"/>
              </w:rPr>
              <w:t>Jendrośka</w:t>
            </w:r>
            <w:proofErr w:type="spellEnd"/>
            <w:r w:rsidRPr="004308B8">
              <w:rPr>
                <w:rFonts w:ascii="Corbel" w:eastAsia="Cambria" w:hAnsi="Corbel" w:cs="Times-Roman"/>
                <w:lang w:eastAsia="pl-PL"/>
              </w:rPr>
              <w:t xml:space="preserve">, J. </w:t>
            </w:r>
            <w:proofErr w:type="spellStart"/>
            <w:r w:rsidRPr="004308B8">
              <w:rPr>
                <w:rFonts w:ascii="Corbel" w:eastAsia="Cambria" w:hAnsi="Corbel" w:cs="Times-Roman"/>
                <w:lang w:eastAsia="pl-PL"/>
              </w:rPr>
              <w:t>Jerzmański</w:t>
            </w:r>
            <w:proofErr w:type="spellEnd"/>
            <w:r w:rsidRPr="004308B8">
              <w:rPr>
                <w:rFonts w:ascii="Corbel" w:eastAsia="Cambria" w:hAnsi="Corbel" w:cs="Times-Roman"/>
                <w:lang w:eastAsia="pl-PL"/>
              </w:rPr>
              <w:t xml:space="preserve">, M. </w:t>
            </w:r>
            <w:proofErr w:type="spellStart"/>
            <w:r w:rsidRPr="004308B8">
              <w:rPr>
                <w:rFonts w:ascii="Corbel" w:eastAsia="Cambria" w:hAnsi="Corbel" w:cs="Times-Roman"/>
                <w:lang w:eastAsia="pl-PL"/>
              </w:rPr>
              <w:t>Pchałek</w:t>
            </w:r>
            <w:proofErr w:type="spellEnd"/>
            <w:r w:rsidRPr="004308B8">
              <w:rPr>
                <w:rFonts w:ascii="Corbel" w:eastAsia="Cambria" w:hAnsi="Corbel" w:cs="Times-Roman"/>
                <w:lang w:eastAsia="pl-PL"/>
              </w:rPr>
              <w:t>, W. Radecki, S. Urban, Prawo ochrony środowiska. Komentarz, C. H. BECK 2019,</w:t>
            </w:r>
          </w:p>
          <w:p w14:paraId="520DC1E3" w14:textId="77777777" w:rsidR="004308B8" w:rsidRPr="004308B8" w:rsidRDefault="004308B8" w:rsidP="00471935">
            <w:pPr>
              <w:numPr>
                <w:ilvl w:val="0"/>
                <w:numId w:val="5"/>
              </w:numPr>
              <w:spacing w:after="0" w:line="240" w:lineRule="auto"/>
              <w:ind w:hanging="304"/>
              <w:rPr>
                <w:rFonts w:ascii="Corbel" w:eastAsia="Cambria" w:hAnsi="Corbel"/>
              </w:rPr>
            </w:pPr>
            <w:r w:rsidRPr="004308B8">
              <w:rPr>
                <w:rFonts w:ascii="Corbel" w:eastAsia="Cambria" w:hAnsi="Corbel" w:cs="Times-Roman"/>
                <w:lang w:eastAsia="pl-PL"/>
              </w:rPr>
              <w:t xml:space="preserve">B. Rakoczy, Ochrona środowiska w praktyce gmin, Wolters Kluwer, Warszawa 2020, </w:t>
            </w:r>
          </w:p>
          <w:p w14:paraId="74D3F934" w14:textId="77777777" w:rsidR="004308B8" w:rsidRPr="004308B8" w:rsidRDefault="004308B8" w:rsidP="00471935">
            <w:pPr>
              <w:numPr>
                <w:ilvl w:val="0"/>
                <w:numId w:val="5"/>
              </w:numPr>
              <w:spacing w:after="0" w:line="240" w:lineRule="auto"/>
              <w:ind w:hanging="304"/>
              <w:rPr>
                <w:rFonts w:ascii="Corbel" w:eastAsia="Cambria" w:hAnsi="Corbel"/>
              </w:rPr>
            </w:pPr>
            <w:r w:rsidRPr="004308B8">
              <w:rPr>
                <w:rFonts w:ascii="Corbel" w:eastAsia="Cambria" w:hAnsi="Corbel"/>
              </w:rPr>
              <w:t xml:space="preserve">K. Gruszecki, Ustawa o ochronie przyrody. Komentarz, Wolters Kluwer, Warszawa 2024, </w:t>
            </w:r>
          </w:p>
          <w:p w14:paraId="030C34A2" w14:textId="77777777" w:rsidR="004308B8" w:rsidRPr="004308B8" w:rsidRDefault="004308B8" w:rsidP="00471935">
            <w:pPr>
              <w:numPr>
                <w:ilvl w:val="0"/>
                <w:numId w:val="5"/>
              </w:numPr>
              <w:spacing w:after="0" w:line="240" w:lineRule="auto"/>
              <w:ind w:hanging="304"/>
              <w:rPr>
                <w:rFonts w:ascii="Corbel" w:eastAsia="Cambria" w:hAnsi="Corbel"/>
              </w:rPr>
            </w:pPr>
            <w:r w:rsidRPr="004308B8">
              <w:rPr>
                <w:rFonts w:ascii="Corbel" w:eastAsia="Cambria" w:hAnsi="Corbel"/>
              </w:rPr>
              <w:t xml:space="preserve">J. Stelmasiak (red.)Prawo ochrony środowiska, </w:t>
            </w:r>
            <w:proofErr w:type="spellStart"/>
            <w:r w:rsidRPr="004308B8">
              <w:rPr>
                <w:rFonts w:ascii="Corbel" w:eastAsia="Cambria" w:hAnsi="Corbel"/>
              </w:rPr>
              <w:t>LexisNexis</w:t>
            </w:r>
            <w:proofErr w:type="spellEnd"/>
            <w:r w:rsidRPr="004308B8">
              <w:rPr>
                <w:rFonts w:ascii="Corbel" w:eastAsia="Cambria" w:hAnsi="Corbel"/>
              </w:rPr>
              <w:t>, Wydanie II, 2010.</w:t>
            </w:r>
          </w:p>
          <w:p w14:paraId="064BDE55" w14:textId="77777777" w:rsidR="004308B8" w:rsidRPr="00CA30A5" w:rsidRDefault="004308B8" w:rsidP="00471935">
            <w:pPr>
              <w:numPr>
                <w:ilvl w:val="0"/>
                <w:numId w:val="5"/>
              </w:numPr>
              <w:spacing w:after="0" w:line="240" w:lineRule="auto"/>
              <w:ind w:hanging="304"/>
              <w:rPr>
                <w:rFonts w:ascii="Corbel" w:eastAsia="Cambria" w:hAnsi="Corbel"/>
                <w:color w:val="EE0000"/>
              </w:rPr>
            </w:pPr>
            <w:r w:rsidRPr="004308B8">
              <w:rPr>
                <w:rFonts w:ascii="Corbel" w:eastAsia="Cambria" w:hAnsi="Corbel"/>
              </w:rPr>
              <w:t>B. Rakoczy, Ochrona środowiska w praktyce gminy, Wolters Kluwer, Warszawa 2020.</w:t>
            </w:r>
          </w:p>
          <w:p w14:paraId="07C884B2" w14:textId="0902617A" w:rsidR="00CA30A5" w:rsidRPr="00CA30A5" w:rsidRDefault="00CA30A5" w:rsidP="00471935">
            <w:pPr>
              <w:numPr>
                <w:ilvl w:val="0"/>
                <w:numId w:val="5"/>
              </w:numPr>
              <w:spacing w:after="0" w:line="240" w:lineRule="auto"/>
              <w:ind w:hanging="304"/>
              <w:rPr>
                <w:rFonts w:eastAsia="Cambria"/>
                <w:lang w:val="en-GB"/>
              </w:rPr>
            </w:pPr>
            <w:r>
              <w:rPr>
                <w:rFonts w:eastAsia="Cambria"/>
              </w:rPr>
              <w:t>K.</w:t>
            </w:r>
            <w:r w:rsidRPr="001362CD">
              <w:rPr>
                <w:rFonts w:eastAsia="Cambria"/>
              </w:rPr>
              <w:t xml:space="preserve"> Hermanowski – „Zasada zrównoważonego rozwoju a prawna ochrona drzew i krzewów” ang. </w:t>
            </w:r>
            <w:r w:rsidRPr="00467849">
              <w:rPr>
                <w:rFonts w:eastAsia="Cambria"/>
                <w:lang w:val="en-GB"/>
              </w:rPr>
              <w:t xml:space="preserve">„The Principle Of Sustainable Development And The Legal Protection Of Trees And Shrubs”, Journal of Modern Science 2023, T. 50, </w:t>
            </w:r>
            <w:proofErr w:type="spellStart"/>
            <w:r w:rsidRPr="00467849">
              <w:rPr>
                <w:rFonts w:eastAsia="Cambria"/>
                <w:lang w:val="en-GB"/>
              </w:rPr>
              <w:t>iss</w:t>
            </w:r>
            <w:proofErr w:type="spellEnd"/>
            <w:r w:rsidRPr="00467849">
              <w:rPr>
                <w:rFonts w:eastAsia="Cambria"/>
                <w:lang w:val="en-GB"/>
              </w:rPr>
              <w:t>. 1, s. 292-316.</w:t>
            </w:r>
          </w:p>
          <w:p w14:paraId="0CC270B3" w14:textId="279D0E31" w:rsidR="00835A90" w:rsidRPr="00DE2413" w:rsidRDefault="004308B8" w:rsidP="00471935">
            <w:pPr>
              <w:numPr>
                <w:ilvl w:val="0"/>
                <w:numId w:val="5"/>
              </w:numPr>
              <w:spacing w:after="120" w:line="240" w:lineRule="auto"/>
              <w:ind w:left="363" w:hanging="306"/>
              <w:rPr>
                <w:rFonts w:ascii="Corbel" w:eastAsia="Cambria" w:hAnsi="Corbel"/>
                <w:color w:val="EE0000"/>
              </w:rPr>
            </w:pPr>
            <w:r w:rsidRPr="004308B8">
              <w:rPr>
                <w:rFonts w:ascii="Corbel" w:eastAsia="Cambria" w:hAnsi="Corbel"/>
              </w:rPr>
              <w:t>A. Mazurkiewicz, Czasowe odebranie zwierzęcia i jego następstwa – wybrane aspekty praktyczne, prawne i finansowe, Roczniki Prawa i Administracji, Rok 2025, Nr 2, tom XXV.</w:t>
            </w:r>
          </w:p>
        </w:tc>
      </w:tr>
    </w:tbl>
    <w:p w14:paraId="77C264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88D2D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0D04BA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AA3FFCF" w14:textId="77777777" w:rsidR="004308B8" w:rsidRDefault="004308B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FB334F" w14:textId="77777777" w:rsidR="004308B8" w:rsidRDefault="004308B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63D97" w14:textId="77777777" w:rsidR="004308B8" w:rsidRDefault="004308B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BBDAC0" w14:textId="77777777" w:rsidR="004308B8" w:rsidRDefault="004308B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4308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E834A" w14:textId="77777777" w:rsidR="00071DC5" w:rsidRDefault="00071DC5" w:rsidP="00C16ABF">
      <w:pPr>
        <w:spacing w:after="0" w:line="240" w:lineRule="auto"/>
      </w:pPr>
      <w:r>
        <w:separator/>
      </w:r>
    </w:p>
  </w:endnote>
  <w:endnote w:type="continuationSeparator" w:id="0">
    <w:p w14:paraId="25F7CAB4" w14:textId="77777777" w:rsidR="00071DC5" w:rsidRDefault="00071D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8FFB5" w14:textId="77777777" w:rsidR="00071DC5" w:rsidRDefault="00071DC5" w:rsidP="00C16ABF">
      <w:pPr>
        <w:spacing w:after="0" w:line="240" w:lineRule="auto"/>
      </w:pPr>
      <w:r>
        <w:separator/>
      </w:r>
    </w:p>
  </w:footnote>
  <w:footnote w:type="continuationSeparator" w:id="0">
    <w:p w14:paraId="202DDF55" w14:textId="77777777" w:rsidR="00071DC5" w:rsidRDefault="00071DC5" w:rsidP="00C16ABF">
      <w:pPr>
        <w:spacing w:after="0" w:line="240" w:lineRule="auto"/>
      </w:pPr>
      <w:r>
        <w:continuationSeparator/>
      </w:r>
    </w:p>
  </w:footnote>
  <w:footnote w:id="1">
    <w:p w14:paraId="49933BF5" w14:textId="77777777" w:rsidR="00B24C6E" w:rsidRDefault="00B24C6E" w:rsidP="00B24C6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E76B19"/>
    <w:multiLevelType w:val="hybridMultilevel"/>
    <w:tmpl w:val="9122298E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5234663A"/>
    <w:multiLevelType w:val="hybridMultilevel"/>
    <w:tmpl w:val="B6E294A2"/>
    <w:lvl w:ilvl="0" w:tplc="7054BE5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230338"/>
    <w:multiLevelType w:val="hybridMultilevel"/>
    <w:tmpl w:val="1B8629E4"/>
    <w:lvl w:ilvl="0" w:tplc="CDCCBC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9496491">
    <w:abstractNumId w:val="0"/>
  </w:num>
  <w:num w:numId="2" w16cid:durableId="19936026">
    <w:abstractNumId w:val="2"/>
  </w:num>
  <w:num w:numId="3" w16cid:durableId="284585978">
    <w:abstractNumId w:val="3"/>
  </w:num>
  <w:num w:numId="4" w16cid:durableId="1813910277">
    <w:abstractNumId w:val="1"/>
  </w:num>
  <w:num w:numId="5" w16cid:durableId="39473912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E9A"/>
    <w:rsid w:val="00070ED6"/>
    <w:rsid w:val="00071DC5"/>
    <w:rsid w:val="000723AC"/>
    <w:rsid w:val="00073A7C"/>
    <w:rsid w:val="000742DC"/>
    <w:rsid w:val="00084C12"/>
    <w:rsid w:val="00091BDD"/>
    <w:rsid w:val="0009462C"/>
    <w:rsid w:val="00094B12"/>
    <w:rsid w:val="00096C46"/>
    <w:rsid w:val="000A296F"/>
    <w:rsid w:val="000A2A28"/>
    <w:rsid w:val="000B192D"/>
    <w:rsid w:val="000B28EE"/>
    <w:rsid w:val="000B3E37"/>
    <w:rsid w:val="000C22DD"/>
    <w:rsid w:val="000D04B0"/>
    <w:rsid w:val="000F1C57"/>
    <w:rsid w:val="000F2B81"/>
    <w:rsid w:val="000F5615"/>
    <w:rsid w:val="0011010D"/>
    <w:rsid w:val="00124BFF"/>
    <w:rsid w:val="0012560E"/>
    <w:rsid w:val="00127108"/>
    <w:rsid w:val="00132988"/>
    <w:rsid w:val="00134B13"/>
    <w:rsid w:val="00146BC0"/>
    <w:rsid w:val="00153C41"/>
    <w:rsid w:val="00154381"/>
    <w:rsid w:val="001640A7"/>
    <w:rsid w:val="00164FA7"/>
    <w:rsid w:val="00166A03"/>
    <w:rsid w:val="00166CBF"/>
    <w:rsid w:val="001718A7"/>
    <w:rsid w:val="001737CF"/>
    <w:rsid w:val="00176083"/>
    <w:rsid w:val="00192F37"/>
    <w:rsid w:val="001A5746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3E98"/>
    <w:rsid w:val="0024028F"/>
    <w:rsid w:val="0024120D"/>
    <w:rsid w:val="00244ABC"/>
    <w:rsid w:val="00247B98"/>
    <w:rsid w:val="00275C2A"/>
    <w:rsid w:val="00281FF2"/>
    <w:rsid w:val="002857DE"/>
    <w:rsid w:val="00291567"/>
    <w:rsid w:val="00295E0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9C1"/>
    <w:rsid w:val="003343CF"/>
    <w:rsid w:val="00343618"/>
    <w:rsid w:val="00346167"/>
    <w:rsid w:val="00346FE9"/>
    <w:rsid w:val="0034759A"/>
    <w:rsid w:val="003503F6"/>
    <w:rsid w:val="003530DD"/>
    <w:rsid w:val="00363F78"/>
    <w:rsid w:val="00367A7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2FF"/>
    <w:rsid w:val="00401BAF"/>
    <w:rsid w:val="00414E3C"/>
    <w:rsid w:val="00421FB3"/>
    <w:rsid w:val="0042244A"/>
    <w:rsid w:val="0042745A"/>
    <w:rsid w:val="004308B8"/>
    <w:rsid w:val="00431D5C"/>
    <w:rsid w:val="004362C6"/>
    <w:rsid w:val="00437FA2"/>
    <w:rsid w:val="00445970"/>
    <w:rsid w:val="00461EFC"/>
    <w:rsid w:val="004652C2"/>
    <w:rsid w:val="004706D1"/>
    <w:rsid w:val="00471326"/>
    <w:rsid w:val="00471935"/>
    <w:rsid w:val="0047598D"/>
    <w:rsid w:val="00476511"/>
    <w:rsid w:val="004834FB"/>
    <w:rsid w:val="004840FD"/>
    <w:rsid w:val="00490F7D"/>
    <w:rsid w:val="00491678"/>
    <w:rsid w:val="004968E2"/>
    <w:rsid w:val="004A3EEA"/>
    <w:rsid w:val="004A4D1F"/>
    <w:rsid w:val="004B5FCD"/>
    <w:rsid w:val="004D5282"/>
    <w:rsid w:val="004F1551"/>
    <w:rsid w:val="004F55A3"/>
    <w:rsid w:val="0050496F"/>
    <w:rsid w:val="00507EF0"/>
    <w:rsid w:val="00513B6F"/>
    <w:rsid w:val="00517C63"/>
    <w:rsid w:val="005363C4"/>
    <w:rsid w:val="00536BDE"/>
    <w:rsid w:val="00543ACC"/>
    <w:rsid w:val="00547F29"/>
    <w:rsid w:val="0056696D"/>
    <w:rsid w:val="00571B4C"/>
    <w:rsid w:val="0059484D"/>
    <w:rsid w:val="005A0855"/>
    <w:rsid w:val="005A3196"/>
    <w:rsid w:val="005B5E2A"/>
    <w:rsid w:val="005C080F"/>
    <w:rsid w:val="005C0B96"/>
    <w:rsid w:val="005C55E5"/>
    <w:rsid w:val="005C696A"/>
    <w:rsid w:val="005D771B"/>
    <w:rsid w:val="005E079D"/>
    <w:rsid w:val="005E6E85"/>
    <w:rsid w:val="005F31D2"/>
    <w:rsid w:val="0061029B"/>
    <w:rsid w:val="00617230"/>
    <w:rsid w:val="00621CE1"/>
    <w:rsid w:val="00627FC9"/>
    <w:rsid w:val="00647A03"/>
    <w:rsid w:val="00647FA8"/>
    <w:rsid w:val="00650C5F"/>
    <w:rsid w:val="00654934"/>
    <w:rsid w:val="006620D9"/>
    <w:rsid w:val="00671958"/>
    <w:rsid w:val="00675843"/>
    <w:rsid w:val="00676775"/>
    <w:rsid w:val="00696477"/>
    <w:rsid w:val="006C0352"/>
    <w:rsid w:val="006D050F"/>
    <w:rsid w:val="006D6139"/>
    <w:rsid w:val="006E4CC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A90"/>
    <w:rsid w:val="008449B3"/>
    <w:rsid w:val="008539EE"/>
    <w:rsid w:val="00853F96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307"/>
    <w:rsid w:val="008D3DFB"/>
    <w:rsid w:val="008D60E5"/>
    <w:rsid w:val="008E64F4"/>
    <w:rsid w:val="008F12C9"/>
    <w:rsid w:val="008F6E29"/>
    <w:rsid w:val="00916188"/>
    <w:rsid w:val="00923D7D"/>
    <w:rsid w:val="009508DF"/>
    <w:rsid w:val="00950DAC"/>
    <w:rsid w:val="00954A07"/>
    <w:rsid w:val="009573C9"/>
    <w:rsid w:val="00970EE8"/>
    <w:rsid w:val="00983469"/>
    <w:rsid w:val="00997F14"/>
    <w:rsid w:val="009A292C"/>
    <w:rsid w:val="009A78D9"/>
    <w:rsid w:val="009B5C4C"/>
    <w:rsid w:val="009B7789"/>
    <w:rsid w:val="009C3E31"/>
    <w:rsid w:val="009C54AE"/>
    <w:rsid w:val="009C788E"/>
    <w:rsid w:val="009E3B41"/>
    <w:rsid w:val="009F1223"/>
    <w:rsid w:val="009F3C5C"/>
    <w:rsid w:val="009F4610"/>
    <w:rsid w:val="009F7D09"/>
    <w:rsid w:val="00A00ECC"/>
    <w:rsid w:val="00A155EE"/>
    <w:rsid w:val="00A16426"/>
    <w:rsid w:val="00A2245B"/>
    <w:rsid w:val="00A239D9"/>
    <w:rsid w:val="00A30110"/>
    <w:rsid w:val="00A36899"/>
    <w:rsid w:val="00A371F6"/>
    <w:rsid w:val="00A41655"/>
    <w:rsid w:val="00A43BF6"/>
    <w:rsid w:val="00A53FA5"/>
    <w:rsid w:val="00A54817"/>
    <w:rsid w:val="00A601C8"/>
    <w:rsid w:val="00A60799"/>
    <w:rsid w:val="00A84C85"/>
    <w:rsid w:val="00A92E5A"/>
    <w:rsid w:val="00A97DE1"/>
    <w:rsid w:val="00AB053C"/>
    <w:rsid w:val="00AB153C"/>
    <w:rsid w:val="00AB756D"/>
    <w:rsid w:val="00AD1146"/>
    <w:rsid w:val="00AD27D3"/>
    <w:rsid w:val="00AD66D6"/>
    <w:rsid w:val="00AE1160"/>
    <w:rsid w:val="00AE203C"/>
    <w:rsid w:val="00AE2E74"/>
    <w:rsid w:val="00AE5FCB"/>
    <w:rsid w:val="00AF2C1E"/>
    <w:rsid w:val="00AF7A65"/>
    <w:rsid w:val="00B06142"/>
    <w:rsid w:val="00B135B1"/>
    <w:rsid w:val="00B15546"/>
    <w:rsid w:val="00B24C6E"/>
    <w:rsid w:val="00B3130B"/>
    <w:rsid w:val="00B32184"/>
    <w:rsid w:val="00B40ADB"/>
    <w:rsid w:val="00B43B77"/>
    <w:rsid w:val="00B43E80"/>
    <w:rsid w:val="00B50D95"/>
    <w:rsid w:val="00B607DB"/>
    <w:rsid w:val="00B66529"/>
    <w:rsid w:val="00B75946"/>
    <w:rsid w:val="00B8056E"/>
    <w:rsid w:val="00B819C8"/>
    <w:rsid w:val="00B82308"/>
    <w:rsid w:val="00B90885"/>
    <w:rsid w:val="00BA33F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C36"/>
    <w:rsid w:val="00C67E92"/>
    <w:rsid w:val="00C70A26"/>
    <w:rsid w:val="00C752C5"/>
    <w:rsid w:val="00C766DF"/>
    <w:rsid w:val="00C94B98"/>
    <w:rsid w:val="00CA2B96"/>
    <w:rsid w:val="00CA30A5"/>
    <w:rsid w:val="00CA5089"/>
    <w:rsid w:val="00CC525D"/>
    <w:rsid w:val="00CD6897"/>
    <w:rsid w:val="00CE5BAC"/>
    <w:rsid w:val="00CF25BE"/>
    <w:rsid w:val="00CF4892"/>
    <w:rsid w:val="00CF78ED"/>
    <w:rsid w:val="00D02B25"/>
    <w:rsid w:val="00D02EBA"/>
    <w:rsid w:val="00D17C3C"/>
    <w:rsid w:val="00D256A7"/>
    <w:rsid w:val="00D25C35"/>
    <w:rsid w:val="00D26B2C"/>
    <w:rsid w:val="00D352C9"/>
    <w:rsid w:val="00D35DDD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1049"/>
    <w:rsid w:val="00DE2413"/>
    <w:rsid w:val="00DE4A14"/>
    <w:rsid w:val="00DF320D"/>
    <w:rsid w:val="00DF71C8"/>
    <w:rsid w:val="00E129B8"/>
    <w:rsid w:val="00E21E7D"/>
    <w:rsid w:val="00E22FBC"/>
    <w:rsid w:val="00E24BF5"/>
    <w:rsid w:val="00E25338"/>
    <w:rsid w:val="00E30121"/>
    <w:rsid w:val="00E44543"/>
    <w:rsid w:val="00E51E44"/>
    <w:rsid w:val="00E63348"/>
    <w:rsid w:val="00E77E88"/>
    <w:rsid w:val="00E8107D"/>
    <w:rsid w:val="00E8421F"/>
    <w:rsid w:val="00E960BB"/>
    <w:rsid w:val="00EA2074"/>
    <w:rsid w:val="00EA4832"/>
    <w:rsid w:val="00EA4E9D"/>
    <w:rsid w:val="00EB163A"/>
    <w:rsid w:val="00EC4899"/>
    <w:rsid w:val="00EC5E63"/>
    <w:rsid w:val="00ED03AB"/>
    <w:rsid w:val="00ED0422"/>
    <w:rsid w:val="00ED32D2"/>
    <w:rsid w:val="00EE32DE"/>
    <w:rsid w:val="00EE5457"/>
    <w:rsid w:val="00EF4E4C"/>
    <w:rsid w:val="00F070AB"/>
    <w:rsid w:val="00F17567"/>
    <w:rsid w:val="00F27A7B"/>
    <w:rsid w:val="00F36389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06ECF"/>
  <w15:docId w15:val="{C9EAD0FD-E31A-4024-B9FE-B81DE2B7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F7D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34B30-0350-4B4C-BCD7-CDF880F33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5</Pages>
  <Words>1328</Words>
  <Characters>7973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14</cp:revision>
  <cp:lastPrinted>2025-10-20T10:13:00Z</cp:lastPrinted>
  <dcterms:created xsi:type="dcterms:W3CDTF">2021-10-26T07:36:00Z</dcterms:created>
  <dcterms:modified xsi:type="dcterms:W3CDTF">2025-10-20T10:19:00Z</dcterms:modified>
</cp:coreProperties>
</file>